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8D0F2" w14:textId="542FD714" w:rsidR="00C27A5D" w:rsidRPr="00C27A5D" w:rsidRDefault="00997F14" w:rsidP="00C27A5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C27A5D" w:rsidRPr="00C27A5D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055C78">
        <w:rPr>
          <w:rFonts w:ascii="Corbel" w:hAnsi="Corbel"/>
          <w:bCs/>
          <w:i/>
          <w:lang w:eastAsia="ar-SA"/>
        </w:rPr>
        <w:t>61</w:t>
      </w:r>
      <w:r w:rsidR="00C27A5D" w:rsidRPr="00C27A5D">
        <w:rPr>
          <w:rFonts w:ascii="Corbel" w:hAnsi="Corbel"/>
          <w:bCs/>
          <w:i/>
          <w:lang w:eastAsia="ar-SA"/>
        </w:rPr>
        <w:t>/202</w:t>
      </w:r>
      <w:r w:rsidR="00055C78">
        <w:rPr>
          <w:rFonts w:ascii="Corbel" w:hAnsi="Corbel"/>
          <w:bCs/>
          <w:i/>
          <w:lang w:eastAsia="ar-SA"/>
        </w:rPr>
        <w:t>5</w:t>
      </w:r>
    </w:p>
    <w:p w14:paraId="6AA4C68D" w14:textId="77777777" w:rsidR="00C27A5D" w:rsidRPr="00C27A5D" w:rsidRDefault="00C27A5D" w:rsidP="00C27A5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27A5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E620BFA" w14:textId="07337F51" w:rsidR="00C27A5D" w:rsidRPr="00C27A5D" w:rsidRDefault="00C27A5D" w:rsidP="00C27A5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27A5D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055C78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C27A5D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055C78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22726038" w14:textId="77777777" w:rsidR="00C27A5D" w:rsidRPr="00C27A5D" w:rsidRDefault="00C27A5D" w:rsidP="00846855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C27A5D">
        <w:rPr>
          <w:rFonts w:ascii="Corbel" w:hAnsi="Corbel"/>
          <w:i/>
          <w:sz w:val="20"/>
          <w:szCs w:val="20"/>
          <w:lang w:eastAsia="ar-SA"/>
        </w:rPr>
        <w:t>(skrajne daty</w:t>
      </w:r>
      <w:r w:rsidRPr="00C27A5D">
        <w:rPr>
          <w:rFonts w:ascii="Corbel" w:hAnsi="Corbel"/>
          <w:sz w:val="20"/>
          <w:szCs w:val="20"/>
          <w:lang w:eastAsia="ar-SA"/>
        </w:rPr>
        <w:t>)</w:t>
      </w:r>
    </w:p>
    <w:p w14:paraId="18E21B7D" w14:textId="037E89CC" w:rsidR="00C27A5D" w:rsidRPr="00C27A5D" w:rsidRDefault="00C27A5D" w:rsidP="00C27A5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C27A5D">
        <w:rPr>
          <w:rFonts w:ascii="Corbel" w:hAnsi="Corbel"/>
          <w:sz w:val="20"/>
          <w:szCs w:val="20"/>
          <w:lang w:eastAsia="ar-SA"/>
        </w:rPr>
        <w:t>Rok akademicki 202</w:t>
      </w:r>
      <w:r w:rsidR="00055C78">
        <w:rPr>
          <w:rFonts w:ascii="Corbel" w:hAnsi="Corbel"/>
          <w:sz w:val="20"/>
          <w:szCs w:val="20"/>
          <w:lang w:eastAsia="ar-SA"/>
        </w:rPr>
        <w:t>5</w:t>
      </w:r>
      <w:r w:rsidRPr="00C27A5D">
        <w:rPr>
          <w:rFonts w:ascii="Corbel" w:hAnsi="Corbel"/>
          <w:sz w:val="20"/>
          <w:szCs w:val="20"/>
          <w:lang w:eastAsia="ar-SA"/>
        </w:rPr>
        <w:t>/202</w:t>
      </w:r>
      <w:r w:rsidR="00055C78">
        <w:rPr>
          <w:rFonts w:ascii="Corbel" w:hAnsi="Corbel"/>
          <w:sz w:val="20"/>
          <w:szCs w:val="20"/>
          <w:lang w:eastAsia="ar-SA"/>
        </w:rPr>
        <w:t>6</w:t>
      </w:r>
    </w:p>
    <w:p w14:paraId="35454767" w14:textId="77777777" w:rsidR="00C27A5D" w:rsidRPr="00C27A5D" w:rsidRDefault="00C27A5D" w:rsidP="00C27A5D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18EC3A2" w:rsidR="0085747A" w:rsidRPr="001A209D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sz w:val="24"/>
                <w:szCs w:val="24"/>
              </w:rPr>
              <w:t>Teoria i Filozofia Prawa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1A209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59012FF" w:rsidR="0085747A" w:rsidRPr="001A209D" w:rsidRDefault="00055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AB3D2FA" w:rsidR="0085747A" w:rsidRPr="001A209D" w:rsidRDefault="00055C78" w:rsidP="00055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871E3C" w:rsidRPr="001A209D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proofErr w:type="spellStart"/>
            <w:r w:rsidR="00871E3C" w:rsidRPr="001A209D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="00871E3C" w:rsidRPr="001A209D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="00871E3C" w:rsidRPr="001A209D"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 w:rsidR="00871E3C" w:rsidRPr="001A209D">
              <w:rPr>
                <w:rFonts w:ascii="Corbel" w:hAnsi="Corbel"/>
                <w:b w:val="0"/>
                <w:sz w:val="24"/>
                <w:szCs w:val="24"/>
              </w:rPr>
              <w:t xml:space="preserve"> Prawnych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4929659" w:rsidR="0085747A" w:rsidRPr="001A209D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8B7491D" w:rsidR="0085747A" w:rsidRPr="001A209D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C5922A0" w:rsidR="0085747A" w:rsidRPr="001A209D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2212987" w:rsidR="0085747A" w:rsidRPr="001A209D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17AC479" w:rsidR="0085747A" w:rsidRPr="001A209D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AF5C4A2" w:rsidR="0085747A" w:rsidRPr="001A209D" w:rsidRDefault="00B37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F84E874" w:rsidR="00923D7D" w:rsidRPr="001A209D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525D8FE" w:rsidR="0085747A" w:rsidRPr="001A209D" w:rsidRDefault="001A209D" w:rsidP="000D0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B7D98" w:rsidRPr="001A209D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A. Łuszczyński</w:t>
            </w:r>
            <w:r w:rsidR="002B7D98" w:rsidRPr="001A209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D75C9E" w14:textId="77777777" w:rsidR="001A209D" w:rsidRDefault="001A209D" w:rsidP="001A209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71E3C" w:rsidRPr="001A209D">
              <w:rPr>
                <w:rFonts w:ascii="Corbel" w:hAnsi="Corbel"/>
                <w:b w:val="0"/>
                <w:sz w:val="24"/>
                <w:szCs w:val="24"/>
              </w:rPr>
              <w:t xml:space="preserve">r hab. Grzegorz </w:t>
            </w:r>
            <w:proofErr w:type="spellStart"/>
            <w:r w:rsidR="00871E3C" w:rsidRPr="001A209D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 w:rsidR="00B374F2" w:rsidRPr="001A209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71E3C" w:rsidRPr="001A209D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B374F2" w:rsidRPr="001A209D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  <w:p w14:paraId="6C837949" w14:textId="0A08F4BD" w:rsidR="0085747A" w:rsidRPr="001A209D" w:rsidRDefault="00871E3C" w:rsidP="001A209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A209D">
              <w:rPr>
                <w:rFonts w:ascii="Corbel" w:hAnsi="Corbel"/>
                <w:b w:val="0"/>
                <w:sz w:val="24"/>
                <w:szCs w:val="24"/>
              </w:rPr>
              <w:t xml:space="preserve">dr Marcin </w:t>
            </w:r>
            <w:proofErr w:type="spellStart"/>
            <w:r w:rsidRPr="001A209D">
              <w:rPr>
                <w:rFonts w:ascii="Corbel" w:hAnsi="Corbel"/>
                <w:b w:val="0"/>
                <w:sz w:val="24"/>
                <w:szCs w:val="24"/>
              </w:rPr>
              <w:t>Merkwa</w:t>
            </w:r>
            <w:proofErr w:type="spellEnd"/>
            <w:r w:rsidR="008F29E1" w:rsidRPr="001A209D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1A209D">
              <w:rPr>
                <w:rFonts w:ascii="Corbel" w:hAnsi="Corbel"/>
                <w:b w:val="0"/>
                <w:sz w:val="24"/>
                <w:szCs w:val="24"/>
              </w:rPr>
              <w:t xml:space="preserve"> mgr Marta </w:t>
            </w:r>
            <w:proofErr w:type="spellStart"/>
            <w:r w:rsidRPr="001A209D">
              <w:rPr>
                <w:rFonts w:ascii="Corbel" w:hAnsi="Corbel"/>
                <w:b w:val="0"/>
                <w:sz w:val="24"/>
                <w:szCs w:val="24"/>
              </w:rPr>
              <w:t>Golowska</w:t>
            </w:r>
            <w:proofErr w:type="spellEnd"/>
          </w:p>
        </w:tc>
      </w:tr>
    </w:tbl>
    <w:p w14:paraId="0AB0B6F8" w14:textId="77777777" w:rsidR="0085747A" w:rsidRPr="001A209D" w:rsidRDefault="0085747A" w:rsidP="001A209D">
      <w:pPr>
        <w:pStyle w:val="Podpunkty"/>
        <w:ind w:left="0"/>
        <w:rPr>
          <w:rFonts w:ascii="Corbel" w:hAnsi="Corbel"/>
          <w:szCs w:val="22"/>
        </w:rPr>
      </w:pPr>
      <w:r w:rsidRPr="001A209D">
        <w:rPr>
          <w:rFonts w:ascii="Corbel" w:hAnsi="Corbel"/>
          <w:szCs w:val="22"/>
        </w:rPr>
        <w:t xml:space="preserve">* </w:t>
      </w:r>
      <w:r w:rsidRPr="001A209D">
        <w:rPr>
          <w:rFonts w:ascii="Corbel" w:hAnsi="Corbel"/>
          <w:i/>
          <w:szCs w:val="22"/>
        </w:rPr>
        <w:t>-</w:t>
      </w:r>
      <w:r w:rsidR="00B90885" w:rsidRPr="001A209D">
        <w:rPr>
          <w:rFonts w:ascii="Corbel" w:hAnsi="Corbel"/>
          <w:b w:val="0"/>
          <w:i/>
          <w:szCs w:val="22"/>
        </w:rPr>
        <w:t>opcjonalni</w:t>
      </w:r>
      <w:r w:rsidR="00B90885" w:rsidRPr="001A209D">
        <w:rPr>
          <w:rFonts w:ascii="Corbel" w:hAnsi="Corbel"/>
          <w:b w:val="0"/>
          <w:szCs w:val="22"/>
        </w:rPr>
        <w:t>e,</w:t>
      </w:r>
      <w:r w:rsidRPr="001A209D">
        <w:rPr>
          <w:rFonts w:ascii="Corbel" w:hAnsi="Corbel"/>
          <w:i/>
          <w:szCs w:val="22"/>
        </w:rPr>
        <w:t xml:space="preserve"> </w:t>
      </w:r>
      <w:r w:rsidRPr="001A209D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1A209D">
        <w:rPr>
          <w:rFonts w:ascii="Corbel" w:hAnsi="Corbel"/>
          <w:b w:val="0"/>
          <w:i/>
          <w:szCs w:val="22"/>
        </w:rPr>
        <w:t>w Jednostce</w:t>
      </w:r>
    </w:p>
    <w:p w14:paraId="5EB0E501" w14:textId="77777777" w:rsidR="001A209D" w:rsidRDefault="001A209D" w:rsidP="001A209D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09AEF041" w14:textId="2EB61088" w:rsidR="0085747A" w:rsidRPr="00B169DF" w:rsidRDefault="0085747A" w:rsidP="001A209D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1A209D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>Formy zajęć dydaktycznych, wymiar godzin i punktów ECTS</w:t>
      </w:r>
    </w:p>
    <w:p w14:paraId="1743B3C0" w14:textId="77777777" w:rsidR="00923D7D" w:rsidRPr="00B169DF" w:rsidRDefault="00923D7D" w:rsidP="001A20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D78E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1A20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D78E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499B602B" w:rsidR="00015B8F" w:rsidRPr="00B169DF" w:rsidRDefault="00871E3C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14626D6" w:rsidR="00015B8F" w:rsidRPr="00B169DF" w:rsidRDefault="00871E3C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3C2D1BA2" w:rsidR="00015B8F" w:rsidRPr="00B169DF" w:rsidRDefault="00871E3C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989F383" w:rsidR="00015B8F" w:rsidRPr="00B169DF" w:rsidRDefault="00871E3C" w:rsidP="001A20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74D859A" w14:textId="77777777" w:rsidR="00923D7D" w:rsidRPr="00B169DF" w:rsidRDefault="00923D7D" w:rsidP="001A20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1252D66D" w:rsidR="0085747A" w:rsidRDefault="0085747A" w:rsidP="001A20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7A7284A1" w14:textId="77777777" w:rsidR="001A209D" w:rsidRPr="00B169DF" w:rsidRDefault="001A209D" w:rsidP="001A20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32774DFE" w:rsidR="0085747A" w:rsidRPr="00B169DF" w:rsidRDefault="001A209D" w:rsidP="001A20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209D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z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38C805D2" w14:textId="77777777" w:rsidR="0085747A" w:rsidRPr="00B169DF" w:rsidRDefault="0085747A" w:rsidP="001A20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1A20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25460189" w:rsidR="00E22FBC" w:rsidRPr="00B169DF" w:rsidRDefault="00E22FBC" w:rsidP="001A20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1A209D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1A20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B42D7" w14:textId="727A6C6E" w:rsidR="00871E3C" w:rsidRPr="0053619C" w:rsidRDefault="00871E3C" w:rsidP="001A209D">
      <w:pPr>
        <w:spacing w:after="0" w:line="240" w:lineRule="auto"/>
        <w:ind w:left="714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>Wykład: egzamin</w:t>
      </w:r>
    </w:p>
    <w:p w14:paraId="092FE117" w14:textId="5CB58F79" w:rsidR="00871E3C" w:rsidRPr="0053619C" w:rsidRDefault="00871E3C" w:rsidP="001A209D">
      <w:pPr>
        <w:spacing w:after="0" w:line="240" w:lineRule="auto"/>
        <w:ind w:left="714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 xml:space="preserve">Ćwiczenia: zaliczenie </w:t>
      </w:r>
      <w:r>
        <w:rPr>
          <w:rFonts w:ascii="Corbel" w:eastAsia="Cambria" w:hAnsi="Corbel"/>
          <w:sz w:val="24"/>
        </w:rPr>
        <w:t>z</w:t>
      </w:r>
      <w:r w:rsidRPr="0053619C">
        <w:rPr>
          <w:rFonts w:ascii="Corbel" w:eastAsia="Cambria" w:hAnsi="Corbel"/>
          <w:sz w:val="24"/>
        </w:rPr>
        <w:t xml:space="preserve"> ocen</w:t>
      </w:r>
      <w:r w:rsidR="00B0501D">
        <w:rPr>
          <w:rFonts w:ascii="Corbel" w:eastAsia="Cambria" w:hAnsi="Corbel"/>
          <w:sz w:val="24"/>
        </w:rPr>
        <w:t>ą</w:t>
      </w:r>
    </w:p>
    <w:p w14:paraId="3C3564DE" w14:textId="77777777" w:rsidR="00E960BB" w:rsidRPr="00B169DF" w:rsidRDefault="00E960BB" w:rsidP="001A20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319A03AA" w:rsidR="00E960BB" w:rsidRDefault="0085747A" w:rsidP="001A209D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1A209D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03DC56ED" w14:textId="77777777" w:rsidR="00C27A5D" w:rsidRPr="00B169DF" w:rsidRDefault="00C27A5D" w:rsidP="001A209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1A209D">
        <w:trPr>
          <w:trHeight w:val="380"/>
        </w:trPr>
        <w:tc>
          <w:tcPr>
            <w:tcW w:w="9670" w:type="dxa"/>
            <w:vAlign w:val="center"/>
          </w:tcPr>
          <w:p w14:paraId="1BB8AE6C" w14:textId="198CAFA5" w:rsidR="0085747A" w:rsidRPr="00B169DF" w:rsidRDefault="00B374F2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prawnicza</w:t>
            </w:r>
          </w:p>
        </w:tc>
      </w:tr>
    </w:tbl>
    <w:p w14:paraId="2DFEE067" w14:textId="77777777" w:rsidR="00153C41" w:rsidRPr="00B169DF" w:rsidRDefault="00153C41" w:rsidP="001A209D">
      <w:pPr>
        <w:pStyle w:val="Punktygwne"/>
        <w:spacing w:before="0" w:after="0"/>
        <w:rPr>
          <w:rFonts w:ascii="Corbel" w:hAnsi="Corbel"/>
          <w:szCs w:val="24"/>
        </w:rPr>
      </w:pPr>
    </w:p>
    <w:p w14:paraId="01319B5F" w14:textId="77777777" w:rsidR="00C27A5D" w:rsidRDefault="00C27A5D" w:rsidP="001A209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36FF74D3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1C6BCCF4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1A209D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1A209D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71E3C" w:rsidRPr="0053619C" w14:paraId="180641B1" w14:textId="77777777" w:rsidTr="00846855">
        <w:tc>
          <w:tcPr>
            <w:tcW w:w="843" w:type="dxa"/>
            <w:vAlign w:val="center"/>
          </w:tcPr>
          <w:p w14:paraId="4430D442" w14:textId="68311AD7" w:rsidR="00871E3C" w:rsidRPr="0053619C" w:rsidRDefault="00871E3C" w:rsidP="001A209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04BD3BA" w14:textId="77777777" w:rsidR="00871E3C" w:rsidRPr="0053619C" w:rsidRDefault="00871E3C" w:rsidP="001A209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zaprezentowanie głównych problemów ogólnych nauk prawnych</w:t>
            </w:r>
          </w:p>
        </w:tc>
      </w:tr>
      <w:tr w:rsidR="00871E3C" w:rsidRPr="0053619C" w14:paraId="63F1B284" w14:textId="77777777" w:rsidTr="00846855">
        <w:tc>
          <w:tcPr>
            <w:tcW w:w="843" w:type="dxa"/>
            <w:vAlign w:val="center"/>
          </w:tcPr>
          <w:p w14:paraId="4312E2D7" w14:textId="77777777" w:rsidR="00871E3C" w:rsidRPr="0053619C" w:rsidRDefault="00871E3C" w:rsidP="001A209D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6952D25" w14:textId="77777777" w:rsidR="00871E3C" w:rsidRPr="0053619C" w:rsidRDefault="00871E3C" w:rsidP="001A209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przybliżenie dziejów filozofii prawa jako dyscypliny naukowej</w:t>
            </w:r>
          </w:p>
        </w:tc>
      </w:tr>
      <w:tr w:rsidR="00871E3C" w:rsidRPr="0053619C" w14:paraId="5619032C" w14:textId="77777777" w:rsidTr="00846855">
        <w:tc>
          <w:tcPr>
            <w:tcW w:w="843" w:type="dxa"/>
            <w:vAlign w:val="center"/>
          </w:tcPr>
          <w:p w14:paraId="4A5A5622" w14:textId="77777777" w:rsidR="00871E3C" w:rsidRPr="0053619C" w:rsidRDefault="00871E3C" w:rsidP="001A209D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06A72A93" w14:textId="309E9BE2" w:rsidR="00871E3C" w:rsidRPr="0053619C" w:rsidRDefault="00871E3C" w:rsidP="001A209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u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wiadomienie studentom ró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norodno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mo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liwych zapatrywa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ń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na aksjologi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epistemologi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metodologi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ontologi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teleologi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prawa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 </w:t>
            </w:r>
            <w:r w:rsidR="001F1051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właściwych dla poszczególnych szkół filozoficzno-prawnych </w:t>
            </w:r>
          </w:p>
        </w:tc>
      </w:tr>
      <w:tr w:rsidR="00871E3C" w:rsidRPr="0053619C" w14:paraId="18B74508" w14:textId="77777777" w:rsidTr="00846855">
        <w:tc>
          <w:tcPr>
            <w:tcW w:w="843" w:type="dxa"/>
            <w:vAlign w:val="center"/>
          </w:tcPr>
          <w:p w14:paraId="189B8A8D" w14:textId="77777777" w:rsidR="00871E3C" w:rsidRPr="0053619C" w:rsidRDefault="00871E3C" w:rsidP="001A209D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221EF55A" w14:textId="3C39CF09" w:rsidR="00871E3C" w:rsidRPr="0053619C" w:rsidRDefault="00871E3C" w:rsidP="001A209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zasygnalizowanie 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nietożsamości litery prawa i jego postaci w praktyce stosowania wraz  podaniem pozanormatywnych determinantów procesu orzeczniczego</w:t>
            </w:r>
          </w:p>
        </w:tc>
      </w:tr>
      <w:tr w:rsidR="00871E3C" w:rsidRPr="0053619C" w14:paraId="716E9731" w14:textId="77777777" w:rsidTr="00846855">
        <w:tc>
          <w:tcPr>
            <w:tcW w:w="843" w:type="dxa"/>
            <w:vAlign w:val="center"/>
          </w:tcPr>
          <w:p w14:paraId="49DFF462" w14:textId="77777777" w:rsidR="00871E3C" w:rsidRPr="0053619C" w:rsidRDefault="00871E3C" w:rsidP="001A209D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2FAF4173" w14:textId="77777777" w:rsidR="00871E3C" w:rsidRPr="0053619C" w:rsidRDefault="00871E3C" w:rsidP="001A209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aproksymacja miejsca warto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871E3C" w:rsidRPr="0053619C" w14:paraId="72017E79" w14:textId="77777777" w:rsidTr="00846855">
        <w:tc>
          <w:tcPr>
            <w:tcW w:w="843" w:type="dxa"/>
            <w:vAlign w:val="center"/>
          </w:tcPr>
          <w:p w14:paraId="3AAB1867" w14:textId="77777777" w:rsidR="00871E3C" w:rsidRPr="0053619C" w:rsidRDefault="00871E3C" w:rsidP="001A209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14:paraId="50D40CF2" w14:textId="77777777" w:rsidR="00871E3C" w:rsidRPr="0053619C" w:rsidRDefault="00871E3C" w:rsidP="001A209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próba znalezienia złotego 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rodka pomi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dzy pozytywistyczn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ą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871E3C" w:rsidRPr="0053619C" w14:paraId="6D310103" w14:textId="77777777" w:rsidTr="00846855">
        <w:tc>
          <w:tcPr>
            <w:tcW w:w="843" w:type="dxa"/>
            <w:vAlign w:val="center"/>
          </w:tcPr>
          <w:p w14:paraId="3E5DCAA3" w14:textId="77777777" w:rsidR="00871E3C" w:rsidRPr="0053619C" w:rsidRDefault="00871E3C" w:rsidP="001A209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677" w:type="dxa"/>
            <w:vAlign w:val="center"/>
          </w:tcPr>
          <w:p w14:paraId="2F33B199" w14:textId="0998C3E3" w:rsidR="00871E3C" w:rsidRPr="0053619C" w:rsidRDefault="00871E3C" w:rsidP="001A209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eksplikacja poj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ęć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sprawiedliwo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 słuszno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miłosierdzia</w:t>
            </w:r>
          </w:p>
        </w:tc>
      </w:tr>
      <w:tr w:rsidR="00871E3C" w:rsidRPr="0053619C" w14:paraId="5EE8BD10" w14:textId="77777777" w:rsidTr="00846855">
        <w:tc>
          <w:tcPr>
            <w:tcW w:w="843" w:type="dxa"/>
            <w:vAlign w:val="center"/>
          </w:tcPr>
          <w:p w14:paraId="0C00C668" w14:textId="77777777" w:rsidR="00871E3C" w:rsidRPr="0053619C" w:rsidRDefault="00871E3C" w:rsidP="001A209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77" w:type="dxa"/>
            <w:vAlign w:val="center"/>
          </w:tcPr>
          <w:p w14:paraId="14C83011" w14:textId="00C791E0" w:rsidR="00871E3C" w:rsidRPr="0053619C" w:rsidRDefault="00871E3C" w:rsidP="001A209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 w:cs="Times-Bold"/>
                <w:bCs/>
                <w:sz w:val="24"/>
                <w:szCs w:val="24"/>
              </w:rPr>
              <w:t>ukazanie różnorodnych relacji treściowych, funkcjonalnych i walidacyjnych zachodzących pomiędzy prawem a innymi porządkami normatywnymi (moralność, religia)</w:t>
            </w:r>
            <w:r w:rsidRPr="0053619C">
              <w:rPr>
                <w:rFonts w:ascii="Corbel" w:hAnsi="Corbel" w:cs="Times-Bold"/>
                <w:bCs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6EA26CB4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1A209D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378"/>
        <w:gridCol w:w="1845"/>
      </w:tblGrid>
      <w:tr w:rsidR="0085747A" w:rsidRPr="00B169DF" w14:paraId="13985E3C" w14:textId="77777777" w:rsidTr="001A209D">
        <w:tc>
          <w:tcPr>
            <w:tcW w:w="1447" w:type="dxa"/>
            <w:vAlign w:val="center"/>
          </w:tcPr>
          <w:p w14:paraId="674A14F1" w14:textId="77777777" w:rsidR="0085747A" w:rsidRPr="001A209D" w:rsidRDefault="0085747A" w:rsidP="001A20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209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209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14:paraId="2012558B" w14:textId="7E83473A" w:rsidR="001F1051" w:rsidRPr="001A209D" w:rsidRDefault="0085747A" w:rsidP="001A20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45" w:type="dxa"/>
            <w:vAlign w:val="center"/>
          </w:tcPr>
          <w:p w14:paraId="7A686FDD" w14:textId="77777777" w:rsidR="0085747A" w:rsidRPr="001A209D" w:rsidRDefault="0085747A" w:rsidP="001A20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A20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85747A" w:rsidRPr="00B169DF" w14:paraId="7AB2AB52" w14:textId="77777777" w:rsidTr="001A209D">
        <w:tc>
          <w:tcPr>
            <w:tcW w:w="1447" w:type="dxa"/>
          </w:tcPr>
          <w:p w14:paraId="5763DB78" w14:textId="4F6FB432" w:rsidR="0085747A" w:rsidRPr="001A209D" w:rsidRDefault="0085747A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8" w:type="dxa"/>
          </w:tcPr>
          <w:p w14:paraId="2CE762DC" w14:textId="3F6829D3" w:rsidR="0085747A" w:rsidRPr="001A209D" w:rsidRDefault="001F105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ogólnych nauk prawnych (teoria i filozofia prawa), ich usytuowaniu oraz znaczeniu w systemie nauk prawnych</w:t>
            </w:r>
            <w:r w:rsidR="001046B7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>ich relacjach do innych nauk</w:t>
            </w:r>
            <w:r w:rsidR="001046B7" w:rsidRPr="001A209D">
              <w:rPr>
                <w:rFonts w:ascii="Corbel" w:hAnsi="Corbel"/>
                <w:b w:val="0"/>
                <w:smallCaps w:val="0"/>
                <w:szCs w:val="24"/>
              </w:rPr>
              <w:t>, ewolucji prezentowanych w nich poglądów, wykorzystywanej metodologii</w:t>
            </w:r>
          </w:p>
        </w:tc>
        <w:tc>
          <w:tcPr>
            <w:tcW w:w="1845" w:type="dxa"/>
          </w:tcPr>
          <w:p w14:paraId="43C86AB6" w14:textId="0EACA8A6" w:rsidR="0085747A" w:rsidRPr="001A209D" w:rsidRDefault="001F105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="001046B7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K_W10, K_W12</w:t>
            </w:r>
          </w:p>
        </w:tc>
      </w:tr>
      <w:tr w:rsidR="0085747A" w:rsidRPr="00B169DF" w14:paraId="0743ADBC" w14:textId="77777777" w:rsidTr="001A209D">
        <w:tc>
          <w:tcPr>
            <w:tcW w:w="1447" w:type="dxa"/>
          </w:tcPr>
          <w:p w14:paraId="33635583" w14:textId="77777777" w:rsidR="0085747A" w:rsidRPr="001A209D" w:rsidRDefault="0085747A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04D44BA6" w14:textId="7C22E808" w:rsidR="0085747A" w:rsidRPr="001A209D" w:rsidRDefault="001F105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wybranych norm, reguł</w:t>
            </w:r>
            <w:r w:rsidR="00396DE1" w:rsidRPr="001A209D">
              <w:rPr>
                <w:rFonts w:ascii="Corbel" w:hAnsi="Corbel"/>
                <w:b w:val="0"/>
                <w:smallCaps w:val="0"/>
                <w:szCs w:val="24"/>
              </w:rPr>
              <w:t>, zasad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i instytucji prawnych </w:t>
            </w:r>
            <w:r w:rsidR="00396DE1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oraz organów i instytucji władzy (ich treści, struktury, źródeł) właściwych dla demokratycznego państwa prawnego 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ocenianych </w:t>
            </w:r>
            <w:r w:rsidR="00396DE1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i analizowanych 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>z punktu widzenia założeń i stanowisk filozoficzno-prawnych</w:t>
            </w:r>
          </w:p>
        </w:tc>
        <w:tc>
          <w:tcPr>
            <w:tcW w:w="1845" w:type="dxa"/>
          </w:tcPr>
          <w:p w14:paraId="5F66D69A" w14:textId="1A1948D0" w:rsidR="0085747A" w:rsidRPr="001A209D" w:rsidRDefault="001F105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  <w:r w:rsidR="00396DE1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K_W03, K_W07, K_W08</w:t>
            </w:r>
          </w:p>
        </w:tc>
      </w:tr>
      <w:tr w:rsidR="0085747A" w:rsidRPr="00B169DF" w14:paraId="2AA74C64" w14:textId="77777777" w:rsidTr="001A209D">
        <w:tc>
          <w:tcPr>
            <w:tcW w:w="1447" w:type="dxa"/>
          </w:tcPr>
          <w:p w14:paraId="4A6CCC54" w14:textId="7D8F959F" w:rsidR="0085747A" w:rsidRPr="001A209D" w:rsidRDefault="0085747A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96DE1" w:rsidRPr="001A209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8" w:type="dxa"/>
          </w:tcPr>
          <w:p w14:paraId="4AE793D9" w14:textId="0C55DC91" w:rsidR="0085747A" w:rsidRPr="001A209D" w:rsidRDefault="00396DE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Ma pogłębioną wiedzę na temat normatywnych i pozanormatywnych determinantów</w:t>
            </w:r>
            <w:r w:rsidR="00F974C1" w:rsidRPr="001A209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uwarunkowań</w:t>
            </w:r>
            <w:r w:rsidR="00F974C1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i zakresu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procesów stanowienia i stosowania prawa oraz racjonalizacji ich rezultatów </w:t>
            </w:r>
          </w:p>
        </w:tc>
        <w:tc>
          <w:tcPr>
            <w:tcW w:w="1845" w:type="dxa"/>
          </w:tcPr>
          <w:p w14:paraId="311FC3CD" w14:textId="1E05BE20" w:rsidR="0085747A" w:rsidRPr="001A209D" w:rsidRDefault="00396DE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K_W04, K_W05,</w:t>
            </w:r>
          </w:p>
        </w:tc>
      </w:tr>
      <w:tr w:rsidR="001F1051" w:rsidRPr="00B169DF" w14:paraId="24676F61" w14:textId="77777777" w:rsidTr="001A209D">
        <w:tc>
          <w:tcPr>
            <w:tcW w:w="1447" w:type="dxa"/>
          </w:tcPr>
          <w:p w14:paraId="3CA8E081" w14:textId="3532241D" w:rsidR="001F1051" w:rsidRPr="001A209D" w:rsidRDefault="00396DE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5B9961F" w14:textId="10706740" w:rsidR="001F1051" w:rsidRPr="001A209D" w:rsidRDefault="00396DE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Zna i rozumie pojęcia właściwe dla teorii i filozofii prawa</w:t>
            </w:r>
            <w:r w:rsidR="001046B7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oraz założenia poszczególnych szkół filozoficzno-prawnych </w:t>
            </w:r>
          </w:p>
        </w:tc>
        <w:tc>
          <w:tcPr>
            <w:tcW w:w="1845" w:type="dxa"/>
          </w:tcPr>
          <w:p w14:paraId="2BC0F443" w14:textId="543A86E8" w:rsidR="001F1051" w:rsidRPr="001A209D" w:rsidRDefault="00396DE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F1051" w:rsidRPr="00B169DF" w14:paraId="417BD351" w14:textId="77777777" w:rsidTr="001A209D">
        <w:tc>
          <w:tcPr>
            <w:tcW w:w="1447" w:type="dxa"/>
          </w:tcPr>
          <w:p w14:paraId="6A8B27FB" w14:textId="05685A31" w:rsidR="001F1051" w:rsidRPr="001A209D" w:rsidRDefault="00396DE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8" w:type="dxa"/>
          </w:tcPr>
          <w:p w14:paraId="7789BDAB" w14:textId="58E03193" w:rsidR="001F1051" w:rsidRPr="001A209D" w:rsidRDefault="00396DE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aksjologii prawa i deontologii prawniczej </w:t>
            </w:r>
          </w:p>
        </w:tc>
        <w:tc>
          <w:tcPr>
            <w:tcW w:w="1845" w:type="dxa"/>
          </w:tcPr>
          <w:p w14:paraId="7A3E4221" w14:textId="573C146A" w:rsidR="001F1051" w:rsidRPr="001A209D" w:rsidRDefault="00396DE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F1051" w:rsidRPr="00B169DF" w14:paraId="312FF5A2" w14:textId="77777777" w:rsidTr="001A209D">
        <w:tc>
          <w:tcPr>
            <w:tcW w:w="1447" w:type="dxa"/>
          </w:tcPr>
          <w:p w14:paraId="5B6E871D" w14:textId="73FF82FB" w:rsidR="001F1051" w:rsidRPr="001A209D" w:rsidRDefault="008A6CAD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A424D8F" w14:textId="124A071A" w:rsidR="008A6CAD" w:rsidRPr="001A209D" w:rsidRDefault="008A6CAD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Potrafi prawidłowo analizować, intepretować i wyjaśniać prawo oraz akty stosowania prawa</w:t>
            </w:r>
            <w:r w:rsidR="003A3368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ich treść, </w:t>
            </w:r>
            <w:r w:rsidR="00F974C1"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zakres, 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>determinanty, uzasadnie</w:t>
            </w:r>
            <w:r w:rsidR="003A3368" w:rsidRPr="001A209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1A209D">
              <w:rPr>
                <w:rFonts w:ascii="Corbel" w:hAnsi="Corbel"/>
                <w:b w:val="0"/>
                <w:smallCaps w:val="0"/>
                <w:szCs w:val="24"/>
              </w:rPr>
              <w:t xml:space="preserve">ie, </w:t>
            </w:r>
            <w:r w:rsidR="003A3368" w:rsidRPr="001A209D">
              <w:rPr>
                <w:rFonts w:ascii="Corbel" w:hAnsi="Corbel"/>
                <w:b w:val="0"/>
                <w:smallCaps w:val="0"/>
                <w:szCs w:val="24"/>
              </w:rPr>
              <w:t>konsekwencje społeczno-polityczne</w:t>
            </w:r>
            <w:r w:rsidR="00F974C1" w:rsidRPr="001A209D">
              <w:rPr>
                <w:rFonts w:ascii="Corbel" w:hAnsi="Corbel"/>
                <w:b w:val="0"/>
                <w:smallCaps w:val="0"/>
                <w:szCs w:val="24"/>
              </w:rPr>
              <w:t>, perspektywy zmian</w:t>
            </w:r>
            <w:r w:rsidR="003A3368" w:rsidRPr="001A209D">
              <w:rPr>
                <w:rFonts w:ascii="Corbel" w:hAnsi="Corbel"/>
                <w:b w:val="0"/>
                <w:smallCaps w:val="0"/>
                <w:szCs w:val="24"/>
              </w:rPr>
              <w:t>), w tym trafnie aplikować prawo do stanu faktycznego oraz podawać propozycje rozwiązania konkretnych problemów prawnych</w:t>
            </w:r>
          </w:p>
        </w:tc>
        <w:tc>
          <w:tcPr>
            <w:tcW w:w="1845" w:type="dxa"/>
          </w:tcPr>
          <w:p w14:paraId="1CA6419D" w14:textId="6879E273" w:rsidR="001F1051" w:rsidRPr="001A209D" w:rsidRDefault="008A6CAD" w:rsidP="001A209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K_U01, </w:t>
            </w:r>
            <w:r w:rsidR="003A3368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K_U03, K_U04 , K_U05,</w:t>
            </w:r>
            <w:r w:rsidR="003A3368" w:rsidRPr="001A209D">
              <w:rPr>
                <w:rFonts w:ascii="Corbel" w:hAnsi="Corbel" w:cs="Corbel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3A3368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K_U07, K_U08,</w:t>
            </w:r>
            <w:r w:rsidR="003A3368" w:rsidRPr="001A209D">
              <w:rPr>
                <w:rFonts w:ascii="Corbel" w:hAnsi="Corbel" w:cs="Corbel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3A3368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K_U10</w:t>
            </w:r>
            <w:r w:rsidR="00F974C1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, KU_15</w:t>
            </w:r>
            <w:r w:rsidR="003A3368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  <w:tr w:rsidR="003A3368" w:rsidRPr="00B169DF" w14:paraId="0E804587" w14:textId="77777777" w:rsidTr="001A209D">
        <w:tc>
          <w:tcPr>
            <w:tcW w:w="1447" w:type="dxa"/>
          </w:tcPr>
          <w:p w14:paraId="7C7FDB7F" w14:textId="2F64E629" w:rsidR="003A3368" w:rsidRPr="001A209D" w:rsidRDefault="003A3368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50149863" w14:textId="71D235B5" w:rsidR="003A3368" w:rsidRPr="001A209D" w:rsidRDefault="003A3368" w:rsidP="001A209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Potrafi prawidłowo interpretować i wyjaśniać relacje pomiędzy systemem i porządkiem prawnym a innymi systemami normatywnymi, jak w szczególności moralność, religia</w:t>
            </w:r>
          </w:p>
        </w:tc>
        <w:tc>
          <w:tcPr>
            <w:tcW w:w="1845" w:type="dxa"/>
          </w:tcPr>
          <w:p w14:paraId="4126F48B" w14:textId="16155CE7" w:rsidR="003A3368" w:rsidRPr="001A209D" w:rsidRDefault="003A3368" w:rsidP="001A209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</w:pP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3A3368" w:rsidRPr="00B169DF" w14:paraId="208E4527" w14:textId="77777777" w:rsidTr="001A209D">
        <w:tc>
          <w:tcPr>
            <w:tcW w:w="1447" w:type="dxa"/>
          </w:tcPr>
          <w:p w14:paraId="1EDB3611" w14:textId="4C648831" w:rsidR="003A3368" w:rsidRPr="001A209D" w:rsidRDefault="003A3368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5AB5F6E7" w14:textId="1995FAB6" w:rsidR="003A3368" w:rsidRPr="001A209D" w:rsidRDefault="003A3368" w:rsidP="001A209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</w:pP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Potrafi formułować </w:t>
            </w:r>
            <w:r w:rsidR="00F974C1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i uzasadniać </w:t>
            </w: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własne opinie</w:t>
            </w:r>
            <w:r w:rsidR="00F974C1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w formie właściwej dla wypowiedzi naukowej</w:t>
            </w:r>
            <w:r w:rsidR="00357117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-</w:t>
            </w: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w tym krytyczne</w:t>
            </w:r>
            <w:r w:rsidR="00357117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-</w:t>
            </w: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w odniesieniu do </w:t>
            </w:r>
            <w:r w:rsidR="00F974C1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czy w przedmiocie </w:t>
            </w: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regulacji prawnych i aktów stosowania prawa</w:t>
            </w:r>
            <w:r w:rsidR="00F974C1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z jednoczesnym poszanowaniem pluralizmu stanowisk </w:t>
            </w:r>
            <w:r w:rsidR="00357117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i świadomością potrzeby poszerzania i rewidowania własnej wiedzy i umiejętności stosownie do dynamiki samego prawa</w:t>
            </w:r>
          </w:p>
        </w:tc>
        <w:tc>
          <w:tcPr>
            <w:tcW w:w="1845" w:type="dxa"/>
          </w:tcPr>
          <w:p w14:paraId="11CDD5C3" w14:textId="32A9E4A1" w:rsidR="003A3368" w:rsidRPr="001A209D" w:rsidRDefault="003A3368" w:rsidP="001A209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</w:pP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K_U06</w:t>
            </w:r>
            <w:r w:rsidR="00F974C1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, K_U12, KU_13, </w:t>
            </w:r>
            <w:r w:rsidR="00357117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K_K01, </w:t>
            </w:r>
            <w:r w:rsidR="00F974C1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K_K10</w:t>
            </w:r>
          </w:p>
        </w:tc>
      </w:tr>
      <w:tr w:rsidR="00F974C1" w:rsidRPr="00B169DF" w14:paraId="796AECC5" w14:textId="77777777" w:rsidTr="001A209D">
        <w:tc>
          <w:tcPr>
            <w:tcW w:w="1447" w:type="dxa"/>
          </w:tcPr>
          <w:p w14:paraId="590F059F" w14:textId="739935EA" w:rsidR="00F974C1" w:rsidRPr="001A209D" w:rsidRDefault="00F974C1" w:rsidP="001A20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0577DED" w14:textId="761F05D1" w:rsidR="00F974C1" w:rsidRPr="001A209D" w:rsidRDefault="00F974C1" w:rsidP="001A209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</w:pP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Ma świadomość społecznego znaczenia zawodu prawnika i potrzeby praktykowania tej profesji z poszanowaniem zasad etycznych </w:t>
            </w:r>
            <w:r w:rsidR="00357117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oraz partycypowania w działa</w:t>
            </w:r>
            <w:r w:rsidR="00B374F2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niach </w:t>
            </w:r>
            <w:r w:rsidR="00357117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na rzecz zwiększania poziomu społecznej świadomości prawnej</w:t>
            </w:r>
          </w:p>
        </w:tc>
        <w:tc>
          <w:tcPr>
            <w:tcW w:w="1845" w:type="dxa"/>
          </w:tcPr>
          <w:p w14:paraId="2786CCC8" w14:textId="3612A8A1" w:rsidR="00F974C1" w:rsidRPr="001A209D" w:rsidRDefault="00F974C1" w:rsidP="001A209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</w:pPr>
            <w:r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K_K04, K_K05</w:t>
            </w:r>
            <w:r w:rsidR="00357117" w:rsidRPr="001A209D">
              <w:rPr>
                <w:rFonts w:ascii="Corbel" w:hAnsi="Corbel" w:cs="Corbel"/>
                <w:b w:val="0"/>
                <w:bCs/>
                <w:smallCaps w:val="0"/>
                <w:color w:val="000000"/>
                <w:szCs w:val="24"/>
                <w:lang w:eastAsia="pl-PL"/>
              </w:rPr>
              <w:t>, K_K06</w:t>
            </w:r>
          </w:p>
        </w:tc>
      </w:tr>
    </w:tbl>
    <w:p w14:paraId="6F2A65A7" w14:textId="77777777" w:rsidR="0085747A" w:rsidRPr="008220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03F557FD" w:rsidR="0085747A" w:rsidRPr="0082204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204A">
        <w:rPr>
          <w:rFonts w:ascii="Corbel" w:hAnsi="Corbel"/>
          <w:b/>
          <w:sz w:val="24"/>
          <w:szCs w:val="24"/>
        </w:rPr>
        <w:t>3.3</w:t>
      </w:r>
      <w:r w:rsidR="001A209D" w:rsidRPr="0082204A">
        <w:rPr>
          <w:rFonts w:ascii="Corbel" w:hAnsi="Corbel"/>
          <w:b/>
          <w:sz w:val="24"/>
          <w:szCs w:val="24"/>
        </w:rPr>
        <w:t>.</w:t>
      </w:r>
      <w:r w:rsidR="001D7B54" w:rsidRPr="0082204A">
        <w:rPr>
          <w:rFonts w:ascii="Corbel" w:hAnsi="Corbel"/>
          <w:b/>
          <w:sz w:val="24"/>
          <w:szCs w:val="24"/>
        </w:rPr>
        <w:t xml:space="preserve"> </w:t>
      </w:r>
      <w:r w:rsidR="0085747A" w:rsidRPr="0082204A">
        <w:rPr>
          <w:rFonts w:ascii="Corbel" w:hAnsi="Corbel"/>
          <w:b/>
          <w:sz w:val="24"/>
          <w:szCs w:val="24"/>
        </w:rPr>
        <w:t>T</w:t>
      </w:r>
      <w:r w:rsidR="001D7B54" w:rsidRPr="0082204A">
        <w:rPr>
          <w:rFonts w:ascii="Corbel" w:hAnsi="Corbel"/>
          <w:b/>
          <w:sz w:val="24"/>
          <w:szCs w:val="24"/>
        </w:rPr>
        <w:t>reści programowe</w:t>
      </w:r>
    </w:p>
    <w:p w14:paraId="3D872077" w14:textId="77777777" w:rsidR="001A209D" w:rsidRPr="0082204A" w:rsidRDefault="001A209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763D47D1" w:rsidR="0085747A" w:rsidRPr="0082204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2204A">
        <w:rPr>
          <w:rFonts w:ascii="Corbel" w:hAnsi="Corbel"/>
          <w:sz w:val="24"/>
          <w:szCs w:val="24"/>
        </w:rPr>
        <w:t>Problematyka wykładu</w:t>
      </w:r>
    </w:p>
    <w:p w14:paraId="21DE9C73" w14:textId="77777777" w:rsidR="00675843" w:rsidRPr="0082204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804"/>
      </w:tblGrid>
      <w:tr w:rsidR="000D0C24" w:rsidRPr="00B169DF" w14:paraId="404FE5A4" w14:textId="302CA6C1" w:rsidTr="000D0C24">
        <w:tc>
          <w:tcPr>
            <w:tcW w:w="8931" w:type="dxa"/>
          </w:tcPr>
          <w:p w14:paraId="7424BC12" w14:textId="77777777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15" w:type="dxa"/>
          </w:tcPr>
          <w:p w14:paraId="3C060CE9" w14:textId="77777777" w:rsidR="000D0C24" w:rsidRPr="00B169DF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D0C24" w:rsidRPr="00B169DF" w14:paraId="5B5344AE" w14:textId="4F2A1578" w:rsidTr="000D0C24">
        <w:tc>
          <w:tcPr>
            <w:tcW w:w="8931" w:type="dxa"/>
          </w:tcPr>
          <w:p w14:paraId="54299C05" w14:textId="0F2CD026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-Roman"/>
              </w:rPr>
              <w:t>Teoria i f</w:t>
            </w:r>
            <w:r w:rsidRPr="0053619C">
              <w:rPr>
                <w:rFonts w:ascii="Corbel" w:hAnsi="Corbel" w:cs="Times-Roman"/>
              </w:rPr>
              <w:t xml:space="preserve">ilozofia prawa jako </w:t>
            </w:r>
            <w:r>
              <w:rPr>
                <w:rFonts w:ascii="Corbel" w:hAnsi="Corbel" w:cs="Times-Roman"/>
              </w:rPr>
              <w:t>sub</w:t>
            </w:r>
            <w:r w:rsidRPr="0053619C">
              <w:rPr>
                <w:rFonts w:ascii="Corbel" w:hAnsi="Corbel" w:cs="Times-Roman"/>
              </w:rPr>
              <w:t>dyscyplin</w:t>
            </w:r>
            <w:r>
              <w:rPr>
                <w:rFonts w:ascii="Corbel" w:hAnsi="Corbel" w:cs="Times-Roman"/>
              </w:rPr>
              <w:t>y</w:t>
            </w:r>
            <w:r w:rsidRPr="0053619C">
              <w:rPr>
                <w:rFonts w:ascii="Corbel" w:hAnsi="Corbel" w:cs="Times-Roman"/>
              </w:rPr>
              <w:t xml:space="preserve"> </w:t>
            </w:r>
            <w:r>
              <w:rPr>
                <w:rFonts w:ascii="Corbel" w:hAnsi="Corbel" w:cs="Times-Roman"/>
              </w:rPr>
              <w:t xml:space="preserve">nauk prawnych </w:t>
            </w:r>
          </w:p>
        </w:tc>
        <w:tc>
          <w:tcPr>
            <w:tcW w:w="815" w:type="dxa"/>
          </w:tcPr>
          <w:p w14:paraId="1C8679BB" w14:textId="128A70D0" w:rsidR="000D0C24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B67E534" w14:textId="6DF8CC4E" w:rsidTr="000D0C24">
        <w:tc>
          <w:tcPr>
            <w:tcW w:w="8931" w:type="dxa"/>
          </w:tcPr>
          <w:p w14:paraId="247EB163" w14:textId="7A20FA99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Polski wkład do dorobku </w:t>
            </w:r>
            <w:r>
              <w:rPr>
                <w:rFonts w:ascii="Corbel" w:hAnsi="Corbel"/>
              </w:rPr>
              <w:t xml:space="preserve">teorii i </w:t>
            </w:r>
            <w:r w:rsidRPr="0053619C">
              <w:rPr>
                <w:rFonts w:ascii="Corbel" w:hAnsi="Corbel"/>
              </w:rPr>
              <w:t xml:space="preserve">filozofii prawa </w:t>
            </w:r>
          </w:p>
        </w:tc>
        <w:tc>
          <w:tcPr>
            <w:tcW w:w="815" w:type="dxa"/>
          </w:tcPr>
          <w:p w14:paraId="7CC2B036" w14:textId="6416A72A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32BD50F" w14:textId="53EF0CC4" w:rsidTr="000D0C24">
        <w:tc>
          <w:tcPr>
            <w:tcW w:w="8931" w:type="dxa"/>
          </w:tcPr>
          <w:p w14:paraId="4BD0C53F" w14:textId="3460A183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Pozytywizm prawniczy </w:t>
            </w:r>
          </w:p>
        </w:tc>
        <w:tc>
          <w:tcPr>
            <w:tcW w:w="815" w:type="dxa"/>
          </w:tcPr>
          <w:p w14:paraId="14C98C81" w14:textId="5417DAA9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FD7E94B" w14:textId="131FE76A" w:rsidTr="000D0C24">
        <w:tc>
          <w:tcPr>
            <w:tcW w:w="8931" w:type="dxa"/>
          </w:tcPr>
          <w:p w14:paraId="7BDB1C41" w14:textId="4755746F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Szkoła prawa naturalnego </w:t>
            </w:r>
          </w:p>
        </w:tc>
        <w:tc>
          <w:tcPr>
            <w:tcW w:w="815" w:type="dxa"/>
          </w:tcPr>
          <w:p w14:paraId="49FD89FA" w14:textId="322C6E8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03CE344" w14:textId="1EA305B4" w:rsidTr="000D0C24">
        <w:tc>
          <w:tcPr>
            <w:tcW w:w="8931" w:type="dxa"/>
          </w:tcPr>
          <w:p w14:paraId="41FC89BD" w14:textId="2857B207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Realizm prawniczy </w:t>
            </w:r>
          </w:p>
        </w:tc>
        <w:tc>
          <w:tcPr>
            <w:tcW w:w="815" w:type="dxa"/>
          </w:tcPr>
          <w:p w14:paraId="6F1E819C" w14:textId="6D98B81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B913B1B" w14:textId="005F38DC" w:rsidTr="000D0C24">
        <w:tc>
          <w:tcPr>
            <w:tcW w:w="8931" w:type="dxa"/>
          </w:tcPr>
          <w:p w14:paraId="09004CDC" w14:textId="2431DF7E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Feministyczna jurysprudencja </w:t>
            </w:r>
          </w:p>
        </w:tc>
        <w:tc>
          <w:tcPr>
            <w:tcW w:w="815" w:type="dxa"/>
          </w:tcPr>
          <w:p w14:paraId="6014F4B6" w14:textId="7CEBEA5A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4E00D8F" w14:textId="1EFCCB14" w:rsidTr="000D0C24">
        <w:tc>
          <w:tcPr>
            <w:tcW w:w="8931" w:type="dxa"/>
          </w:tcPr>
          <w:p w14:paraId="5C326881" w14:textId="72182AE1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>Chrześcijańska Teoria Prawa (</w:t>
            </w:r>
            <w:r w:rsidRPr="0053619C">
              <w:rPr>
                <w:rFonts w:ascii="Corbel" w:hAnsi="Corbel"/>
                <w:i/>
              </w:rPr>
              <w:t xml:space="preserve">Christian </w:t>
            </w:r>
            <w:proofErr w:type="spellStart"/>
            <w:r w:rsidRPr="0053619C">
              <w:rPr>
                <w:rFonts w:ascii="Corbel" w:hAnsi="Corbel"/>
                <w:i/>
              </w:rPr>
              <w:t>Legal</w:t>
            </w:r>
            <w:proofErr w:type="spellEnd"/>
            <w:r w:rsidRPr="0053619C">
              <w:rPr>
                <w:rFonts w:ascii="Corbel" w:hAnsi="Corbel"/>
                <w:i/>
              </w:rPr>
              <w:t xml:space="preserve"> </w:t>
            </w:r>
            <w:proofErr w:type="spellStart"/>
            <w:r w:rsidRPr="0053619C">
              <w:rPr>
                <w:rFonts w:ascii="Corbel" w:hAnsi="Corbel"/>
                <w:i/>
              </w:rPr>
              <w:t>Theory</w:t>
            </w:r>
            <w:proofErr w:type="spellEnd"/>
            <w:r w:rsidRPr="0053619C">
              <w:rPr>
                <w:rFonts w:ascii="Corbel" w:hAnsi="Corbel"/>
              </w:rPr>
              <w:t xml:space="preserve">) </w:t>
            </w:r>
          </w:p>
        </w:tc>
        <w:tc>
          <w:tcPr>
            <w:tcW w:w="815" w:type="dxa"/>
          </w:tcPr>
          <w:p w14:paraId="630781C6" w14:textId="6AB5E136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51116B8D" w14:textId="320A7C05" w:rsidTr="000D0C24">
        <w:tc>
          <w:tcPr>
            <w:tcW w:w="8931" w:type="dxa"/>
          </w:tcPr>
          <w:p w14:paraId="36C224FA" w14:textId="76C5F1E9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Religia </w:t>
            </w:r>
            <w:r>
              <w:rPr>
                <w:rFonts w:ascii="Corbel" w:hAnsi="Corbel"/>
              </w:rPr>
              <w:t xml:space="preserve">i argumentacja religijna </w:t>
            </w:r>
            <w:r w:rsidRPr="0053619C">
              <w:rPr>
                <w:rFonts w:ascii="Corbel" w:hAnsi="Corbel"/>
              </w:rPr>
              <w:t xml:space="preserve">w </w:t>
            </w:r>
            <w:r w:rsidR="00055C78">
              <w:rPr>
                <w:rFonts w:ascii="Corbel" w:hAnsi="Corbel"/>
              </w:rPr>
              <w:t xml:space="preserve">porządku prawnym </w:t>
            </w:r>
            <w:r w:rsidRPr="0053619C">
              <w:rPr>
                <w:rFonts w:ascii="Corbel" w:hAnsi="Corbel"/>
              </w:rPr>
              <w:t>państw</w:t>
            </w:r>
            <w:r w:rsidR="00055C78">
              <w:rPr>
                <w:rFonts w:ascii="Corbel" w:hAnsi="Corbel"/>
              </w:rPr>
              <w:t>a</w:t>
            </w:r>
            <w:r w:rsidRPr="0053619C">
              <w:rPr>
                <w:rFonts w:ascii="Corbel" w:hAnsi="Corbel"/>
              </w:rPr>
              <w:t xml:space="preserve"> demoliberaln</w:t>
            </w:r>
            <w:r w:rsidR="00055C78">
              <w:rPr>
                <w:rFonts w:ascii="Corbel" w:hAnsi="Corbel"/>
              </w:rPr>
              <w:t>ego</w:t>
            </w:r>
            <w:r w:rsidRPr="0053619C">
              <w:rPr>
                <w:rFonts w:ascii="Corbel" w:hAnsi="Corbel"/>
              </w:rPr>
              <w:t xml:space="preserve">: doktryna ekskluzywizmu i </w:t>
            </w:r>
            <w:proofErr w:type="spellStart"/>
            <w:r w:rsidRPr="0053619C">
              <w:rPr>
                <w:rFonts w:ascii="Corbel" w:hAnsi="Corbel"/>
              </w:rPr>
              <w:t>inkluzywizmu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5744A5A8" w14:textId="018A84D2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64180066" w14:textId="7F93EFB3" w:rsidTr="000D0C24">
        <w:tc>
          <w:tcPr>
            <w:tcW w:w="8931" w:type="dxa"/>
          </w:tcPr>
          <w:p w14:paraId="103BE049" w14:textId="6ED41D7E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Prawo a inne systemy normatywne: relacje treściowe, funkcjonalne i walidacyjne </w:t>
            </w:r>
          </w:p>
        </w:tc>
        <w:tc>
          <w:tcPr>
            <w:tcW w:w="815" w:type="dxa"/>
          </w:tcPr>
          <w:p w14:paraId="695FA5C7" w14:textId="3A162529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0936595F" w14:textId="1567B7F6" w:rsidTr="000D0C24">
        <w:tc>
          <w:tcPr>
            <w:tcW w:w="8931" w:type="dxa"/>
          </w:tcPr>
          <w:p w14:paraId="57C05980" w14:textId="31218ABC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Moralizm prawny </w:t>
            </w:r>
          </w:p>
        </w:tc>
        <w:tc>
          <w:tcPr>
            <w:tcW w:w="815" w:type="dxa"/>
          </w:tcPr>
          <w:p w14:paraId="470904BA" w14:textId="7E9C6A90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5CC9E5AC" w14:textId="40071B6D" w:rsidTr="000D0C24">
        <w:tc>
          <w:tcPr>
            <w:tcW w:w="8931" w:type="dxa"/>
          </w:tcPr>
          <w:p w14:paraId="3C31C7C7" w14:textId="2E5FED5B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Paternalizm prawny </w:t>
            </w:r>
          </w:p>
        </w:tc>
        <w:tc>
          <w:tcPr>
            <w:tcW w:w="815" w:type="dxa"/>
          </w:tcPr>
          <w:p w14:paraId="6BB405DA" w14:textId="51B1055B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727EB128" w14:textId="7451738E" w:rsidTr="000D0C24">
        <w:tc>
          <w:tcPr>
            <w:tcW w:w="8931" w:type="dxa"/>
          </w:tcPr>
          <w:p w14:paraId="4D87EC3D" w14:textId="2AD0FBFD" w:rsidR="000D0C24" w:rsidRPr="00B169DF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Pojęcie i typologia sprawiedliwości </w:t>
            </w:r>
          </w:p>
        </w:tc>
        <w:tc>
          <w:tcPr>
            <w:tcW w:w="815" w:type="dxa"/>
          </w:tcPr>
          <w:p w14:paraId="73CAF60F" w14:textId="0F27556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0D0C24" w:rsidRPr="00B169DF" w14:paraId="48527104" w14:textId="4C4E97CF" w:rsidTr="000D0C24">
        <w:tc>
          <w:tcPr>
            <w:tcW w:w="8931" w:type="dxa"/>
          </w:tcPr>
          <w:p w14:paraId="625A96A7" w14:textId="52A54EE8" w:rsidR="000D0C24" w:rsidRPr="0053619C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Sprawiedliwość a miłosierdzie i słuszność </w:t>
            </w:r>
          </w:p>
        </w:tc>
        <w:tc>
          <w:tcPr>
            <w:tcW w:w="815" w:type="dxa"/>
          </w:tcPr>
          <w:p w14:paraId="7E22AB80" w14:textId="7303B54B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4AB71721" w14:textId="131A3C66" w:rsidTr="000D0C24">
        <w:tc>
          <w:tcPr>
            <w:tcW w:w="8931" w:type="dxa"/>
          </w:tcPr>
          <w:p w14:paraId="05A94B36" w14:textId="1DF81E0B" w:rsidR="000D0C24" w:rsidRPr="0053619C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Klauzula sumienia </w:t>
            </w:r>
          </w:p>
        </w:tc>
        <w:tc>
          <w:tcPr>
            <w:tcW w:w="815" w:type="dxa"/>
          </w:tcPr>
          <w:p w14:paraId="708BC1EF" w14:textId="704EE186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1968F95" w14:textId="3C9BE676" w:rsidTr="000D0C24">
        <w:tc>
          <w:tcPr>
            <w:tcW w:w="8931" w:type="dxa"/>
          </w:tcPr>
          <w:p w14:paraId="25B45110" w14:textId="4A0AA434" w:rsidR="000D0C24" w:rsidRPr="0053619C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Prawny zakaz mowy nienawiści: podstawy teoretyczne, stan normatywny, praktyka orzecznicza </w:t>
            </w:r>
          </w:p>
        </w:tc>
        <w:tc>
          <w:tcPr>
            <w:tcW w:w="815" w:type="dxa"/>
          </w:tcPr>
          <w:p w14:paraId="43E5016D" w14:textId="1D2EC572" w:rsidR="000D0C24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23391AA" w14:textId="43749428" w:rsidTr="000D0C24">
        <w:tc>
          <w:tcPr>
            <w:tcW w:w="8931" w:type="dxa"/>
          </w:tcPr>
          <w:p w14:paraId="41728A61" w14:textId="2D591F74" w:rsidR="000D0C24" w:rsidRPr="0053619C" w:rsidRDefault="00055C78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Prawna </w:t>
            </w:r>
            <w:proofErr w:type="spellStart"/>
            <w:r>
              <w:rPr>
                <w:rFonts w:ascii="Corbel" w:hAnsi="Corbel"/>
              </w:rPr>
              <w:t>pozytywizacja</w:t>
            </w:r>
            <w:proofErr w:type="spellEnd"/>
            <w:r>
              <w:rPr>
                <w:rFonts w:ascii="Corbel" w:hAnsi="Corbel"/>
              </w:rPr>
              <w:t xml:space="preserve"> emocji</w:t>
            </w:r>
            <w:r w:rsidR="00B3356E">
              <w:rPr>
                <w:rFonts w:ascii="Corbel" w:hAnsi="Corbel"/>
              </w:rPr>
              <w:t>, pragnień i dążeń: o tzw. prawie do miłości, do szczęścia, do pokoj</w:t>
            </w:r>
            <w:r w:rsidR="001A209D">
              <w:rPr>
                <w:rFonts w:ascii="Corbel" w:hAnsi="Corbel"/>
              </w:rPr>
              <w:t>u</w:t>
            </w:r>
          </w:p>
        </w:tc>
        <w:tc>
          <w:tcPr>
            <w:tcW w:w="815" w:type="dxa"/>
          </w:tcPr>
          <w:p w14:paraId="6A648909" w14:textId="5C204D3F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80C373E" w14:textId="2DEA1B8D" w:rsidTr="000D0C24">
        <w:tc>
          <w:tcPr>
            <w:tcW w:w="8931" w:type="dxa"/>
          </w:tcPr>
          <w:p w14:paraId="044361D1" w14:textId="2EF09559" w:rsidR="000D0C24" w:rsidRPr="0053619C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Bezstronność sędziowska </w:t>
            </w:r>
            <w:r w:rsidR="00B3356E">
              <w:rPr>
                <w:rFonts w:ascii="Corbel" w:hAnsi="Corbel"/>
              </w:rPr>
              <w:t>a człowieczeństwo sędziego</w:t>
            </w:r>
          </w:p>
        </w:tc>
        <w:tc>
          <w:tcPr>
            <w:tcW w:w="815" w:type="dxa"/>
          </w:tcPr>
          <w:p w14:paraId="092FBEAD" w14:textId="50836757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77E836B9" w14:textId="07B2AD25" w:rsidTr="000D0C24">
        <w:tc>
          <w:tcPr>
            <w:tcW w:w="8931" w:type="dxa"/>
          </w:tcPr>
          <w:p w14:paraId="3FF6BE1D" w14:textId="5E403F27" w:rsidR="000D0C24" w:rsidRPr="0053619C" w:rsidRDefault="000D0C24" w:rsidP="008220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Etos prawniczy </w:t>
            </w:r>
          </w:p>
        </w:tc>
        <w:tc>
          <w:tcPr>
            <w:tcW w:w="815" w:type="dxa"/>
          </w:tcPr>
          <w:p w14:paraId="6CA9240E" w14:textId="26597251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06D1DC60" w14:textId="77777777" w:rsidTr="000D0C24">
        <w:tc>
          <w:tcPr>
            <w:tcW w:w="8931" w:type="dxa"/>
          </w:tcPr>
          <w:p w14:paraId="6F76D8D4" w14:textId="0B60B1AB" w:rsidR="000D0C24" w:rsidRPr="0053619C" w:rsidRDefault="000D0C24" w:rsidP="008220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815" w:type="dxa"/>
          </w:tcPr>
          <w:p w14:paraId="3D692C36" w14:textId="62902574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7"/>
        <w:gridCol w:w="803"/>
      </w:tblGrid>
      <w:tr w:rsidR="000D0C24" w:rsidRPr="00B169DF" w14:paraId="0931B5AE" w14:textId="60E80468" w:rsidTr="000D0C24">
        <w:tc>
          <w:tcPr>
            <w:tcW w:w="8931" w:type="dxa"/>
          </w:tcPr>
          <w:p w14:paraId="72DFA7B5" w14:textId="77777777" w:rsidR="000D0C24" w:rsidRPr="00B169DF" w:rsidRDefault="000D0C2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15" w:type="dxa"/>
          </w:tcPr>
          <w:p w14:paraId="3FFDE738" w14:textId="77777777" w:rsidR="000D0C24" w:rsidRPr="00B169DF" w:rsidRDefault="000D0C2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0D0C24" w:rsidRPr="00B169DF" w14:paraId="30742F29" w14:textId="0A9C163B" w:rsidTr="000D0C24">
        <w:tc>
          <w:tcPr>
            <w:tcW w:w="8931" w:type="dxa"/>
          </w:tcPr>
          <w:p w14:paraId="53138F7A" w14:textId="527781F8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Normatywizm Hansa </w:t>
            </w:r>
            <w:proofErr w:type="spellStart"/>
            <w:r w:rsidRPr="0053619C">
              <w:rPr>
                <w:rFonts w:ascii="Corbel" w:hAnsi="Corbel" w:cs="Times-Roman"/>
              </w:rPr>
              <w:t>Kelsena</w:t>
            </w:r>
            <w:proofErr w:type="spellEnd"/>
            <w:r w:rsidRPr="0053619C">
              <w:rPr>
                <w:rFonts w:ascii="Corbel" w:hAnsi="Corbel" w:cs="Times-Roman"/>
              </w:rPr>
              <w:t xml:space="preserve"> </w:t>
            </w:r>
          </w:p>
        </w:tc>
        <w:tc>
          <w:tcPr>
            <w:tcW w:w="815" w:type="dxa"/>
          </w:tcPr>
          <w:p w14:paraId="210D8278" w14:textId="5764FDD1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0C408981" w14:textId="1E52EF71" w:rsidTr="000D0C24">
        <w:tc>
          <w:tcPr>
            <w:tcW w:w="8931" w:type="dxa"/>
          </w:tcPr>
          <w:p w14:paraId="4DC4A6D1" w14:textId="4DC1F457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 w:cs="Times-Roman"/>
              </w:rPr>
              <w:t xml:space="preserve">Pozytywizm prawniczy Johna Austina i pozytywizm wyrafinowany Herberta Harta </w:t>
            </w:r>
          </w:p>
        </w:tc>
        <w:tc>
          <w:tcPr>
            <w:tcW w:w="815" w:type="dxa"/>
          </w:tcPr>
          <w:p w14:paraId="6EB87E37" w14:textId="586A1A29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48FCEABA" w14:textId="36CEFEB7" w:rsidTr="000D0C24">
        <w:tc>
          <w:tcPr>
            <w:tcW w:w="8931" w:type="dxa"/>
          </w:tcPr>
          <w:p w14:paraId="7CE3C4AC" w14:textId="24C78101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 w:cs="Times-Roman"/>
              </w:rPr>
              <w:t xml:space="preserve">Integralna filozofia prawa Ronalda </w:t>
            </w:r>
            <w:proofErr w:type="spellStart"/>
            <w:r w:rsidRPr="0053619C">
              <w:rPr>
                <w:rFonts w:ascii="Corbel" w:hAnsi="Corbel" w:cs="Times-Roman"/>
              </w:rPr>
              <w:t>Dworkina</w:t>
            </w:r>
            <w:proofErr w:type="spellEnd"/>
            <w:r w:rsidRPr="0053619C">
              <w:rPr>
                <w:rFonts w:ascii="Corbel" w:hAnsi="Corbel" w:cs="Times-Roman"/>
              </w:rPr>
              <w:t xml:space="preserve"> </w:t>
            </w:r>
          </w:p>
        </w:tc>
        <w:tc>
          <w:tcPr>
            <w:tcW w:w="815" w:type="dxa"/>
          </w:tcPr>
          <w:p w14:paraId="3E0E7A56" w14:textId="797A6B8F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7CE64F1A" w14:textId="4C781680" w:rsidTr="000D0C24">
        <w:tc>
          <w:tcPr>
            <w:tcW w:w="8931" w:type="dxa"/>
          </w:tcPr>
          <w:p w14:paraId="16B01A1C" w14:textId="14ACBD36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Hermeneutyka prawnicza </w:t>
            </w:r>
          </w:p>
        </w:tc>
        <w:tc>
          <w:tcPr>
            <w:tcW w:w="815" w:type="dxa"/>
          </w:tcPr>
          <w:p w14:paraId="3603FD80" w14:textId="687D56E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AE7CCD3" w14:textId="5220D889" w:rsidTr="000D0C24">
        <w:tc>
          <w:tcPr>
            <w:tcW w:w="8931" w:type="dxa"/>
          </w:tcPr>
          <w:p w14:paraId="799381CF" w14:textId="41E37CC9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Szkoła historyczna w prawoznawstwie </w:t>
            </w:r>
          </w:p>
        </w:tc>
        <w:tc>
          <w:tcPr>
            <w:tcW w:w="815" w:type="dxa"/>
          </w:tcPr>
          <w:p w14:paraId="511FF315" w14:textId="2B7B521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33B68703" w14:textId="51BD5B5F" w:rsidTr="000D0C24">
        <w:tc>
          <w:tcPr>
            <w:tcW w:w="8931" w:type="dxa"/>
          </w:tcPr>
          <w:p w14:paraId="3158B8CE" w14:textId="4F36FF63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Psychologizm prawniczy Leona </w:t>
            </w:r>
            <w:proofErr w:type="spellStart"/>
            <w:r w:rsidRPr="0053619C">
              <w:rPr>
                <w:rFonts w:ascii="Corbel" w:hAnsi="Corbel"/>
              </w:rPr>
              <w:t>Petrażyckiego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6867372E" w14:textId="35099127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4A0F721" w14:textId="5ABCE096" w:rsidTr="000D0C24">
        <w:tc>
          <w:tcPr>
            <w:tcW w:w="8931" w:type="dxa"/>
          </w:tcPr>
          <w:p w14:paraId="74420AB0" w14:textId="0BF0670A" w:rsidR="000D0C24" w:rsidRPr="005D6784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D6784">
              <w:rPr>
                <w:rFonts w:ascii="Corbel" w:hAnsi="Corbel"/>
              </w:rPr>
              <w:t xml:space="preserve">Literacka teoria prawa </w:t>
            </w:r>
          </w:p>
        </w:tc>
        <w:tc>
          <w:tcPr>
            <w:tcW w:w="815" w:type="dxa"/>
          </w:tcPr>
          <w:p w14:paraId="1B00C485" w14:textId="4B12599D" w:rsidR="000D0C24" w:rsidRPr="005D678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1F43DDA3" w14:textId="077FD69F" w:rsidTr="000D0C24">
        <w:tc>
          <w:tcPr>
            <w:tcW w:w="8931" w:type="dxa"/>
          </w:tcPr>
          <w:p w14:paraId="1D6DFB06" w14:textId="60ED79BD" w:rsidR="000D0C24" w:rsidRPr="005D6784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D6784">
              <w:rPr>
                <w:rFonts w:ascii="Corbel" w:hAnsi="Corbel"/>
              </w:rPr>
              <w:t>Sprawa trudna (</w:t>
            </w:r>
            <w:r w:rsidRPr="005D6784">
              <w:rPr>
                <w:rFonts w:ascii="Corbel" w:hAnsi="Corbel"/>
                <w:i/>
                <w:iCs/>
              </w:rPr>
              <w:t xml:space="preserve">hard </w:t>
            </w:r>
            <w:proofErr w:type="spellStart"/>
            <w:r w:rsidRPr="005D6784">
              <w:rPr>
                <w:rFonts w:ascii="Corbel" w:hAnsi="Corbel"/>
                <w:i/>
                <w:iCs/>
              </w:rPr>
              <w:t>case</w:t>
            </w:r>
            <w:proofErr w:type="spellEnd"/>
            <w:r w:rsidR="00055C78">
              <w:rPr>
                <w:rFonts w:ascii="Corbel" w:hAnsi="Corbel"/>
              </w:rPr>
              <w:t>) – studium przypadków</w:t>
            </w:r>
            <w:r w:rsidRPr="005D6784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4E593CFF" w14:textId="1A04AAB6" w:rsidR="000D0C24" w:rsidRPr="005D678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31D1F26" w14:textId="5085D50F" w:rsidTr="000D0C24">
        <w:tc>
          <w:tcPr>
            <w:tcW w:w="8931" w:type="dxa"/>
          </w:tcPr>
          <w:p w14:paraId="18AA94DA" w14:textId="13DABE67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>Sprawiedliwość w poglądach filozofów starożytnych (</w:t>
            </w:r>
            <w:r w:rsidR="00055C78">
              <w:rPr>
                <w:rFonts w:ascii="Corbel" w:hAnsi="Corbel" w:cs="Times-Roman"/>
              </w:rPr>
              <w:t xml:space="preserve">np. </w:t>
            </w:r>
            <w:r w:rsidRPr="0053619C">
              <w:rPr>
                <w:rFonts w:ascii="Corbel" w:hAnsi="Corbel" w:cs="Times-Roman"/>
              </w:rPr>
              <w:t xml:space="preserve">Sokrates, Platon, Arystoteles, Cyceron, Seneka) </w:t>
            </w:r>
          </w:p>
        </w:tc>
        <w:tc>
          <w:tcPr>
            <w:tcW w:w="815" w:type="dxa"/>
          </w:tcPr>
          <w:p w14:paraId="394B72CC" w14:textId="4015D751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CF5408C" w14:textId="1E7FC77D" w:rsidTr="000D0C24">
        <w:tc>
          <w:tcPr>
            <w:tcW w:w="8931" w:type="dxa"/>
          </w:tcPr>
          <w:p w14:paraId="01336D50" w14:textId="34D6605F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Formuły sprawiedliwości dystrybutywnej </w:t>
            </w:r>
          </w:p>
        </w:tc>
        <w:tc>
          <w:tcPr>
            <w:tcW w:w="815" w:type="dxa"/>
          </w:tcPr>
          <w:p w14:paraId="2714D5E9" w14:textId="20F2180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60A0BFA1" w14:textId="655F1AC4" w:rsidTr="000D0C24">
        <w:tc>
          <w:tcPr>
            <w:tcW w:w="8931" w:type="dxa"/>
          </w:tcPr>
          <w:p w14:paraId="503A1E14" w14:textId="1F3BF082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Sprawiedliwość </w:t>
            </w:r>
            <w:proofErr w:type="spellStart"/>
            <w:r w:rsidRPr="0053619C">
              <w:rPr>
                <w:rFonts w:ascii="Corbel" w:hAnsi="Corbel" w:cs="Times-Roman"/>
              </w:rPr>
              <w:t>retrybutywna</w:t>
            </w:r>
            <w:proofErr w:type="spellEnd"/>
            <w:r w:rsidRPr="0053619C">
              <w:rPr>
                <w:rFonts w:ascii="Corbel" w:hAnsi="Corbel" w:cs="Times-Roman"/>
              </w:rPr>
              <w:t xml:space="preserve"> a sprawiedliwość naprawcza </w:t>
            </w:r>
          </w:p>
        </w:tc>
        <w:tc>
          <w:tcPr>
            <w:tcW w:w="815" w:type="dxa"/>
          </w:tcPr>
          <w:p w14:paraId="0C92CA37" w14:textId="02911AC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B5B6865" w14:textId="766460DE" w:rsidTr="000D0C24">
        <w:tc>
          <w:tcPr>
            <w:tcW w:w="8931" w:type="dxa"/>
          </w:tcPr>
          <w:p w14:paraId="03388BE4" w14:textId="59867674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Sprawiedliwość społeczna </w:t>
            </w:r>
          </w:p>
        </w:tc>
        <w:tc>
          <w:tcPr>
            <w:tcW w:w="815" w:type="dxa"/>
          </w:tcPr>
          <w:p w14:paraId="03E50A08" w14:textId="4403E453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4192DE7" w14:textId="04BE7F3F" w:rsidTr="000D0C24">
        <w:tc>
          <w:tcPr>
            <w:tcW w:w="8931" w:type="dxa"/>
          </w:tcPr>
          <w:p w14:paraId="24AD36B9" w14:textId="167B2812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Sprawiedliwość w ujęciu J. </w:t>
            </w:r>
            <w:proofErr w:type="spellStart"/>
            <w:r w:rsidRPr="0053619C">
              <w:rPr>
                <w:rFonts w:ascii="Corbel" w:hAnsi="Corbel"/>
              </w:rPr>
              <w:t>Rawlsa</w:t>
            </w:r>
            <w:proofErr w:type="spellEnd"/>
            <w:r w:rsidRPr="0053619C">
              <w:rPr>
                <w:rFonts w:ascii="Corbel" w:hAnsi="Corbel"/>
              </w:rPr>
              <w:t xml:space="preserve"> i R. </w:t>
            </w:r>
            <w:proofErr w:type="spellStart"/>
            <w:r w:rsidRPr="0053619C">
              <w:rPr>
                <w:rFonts w:ascii="Corbel" w:hAnsi="Corbel"/>
              </w:rPr>
              <w:t>Nozicka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1B24390E" w14:textId="13BC9098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33F7C4C2" w14:textId="57AD8528" w:rsidTr="000D0C24">
        <w:tc>
          <w:tcPr>
            <w:tcW w:w="8931" w:type="dxa"/>
          </w:tcPr>
          <w:p w14:paraId="6E43A402" w14:textId="0DBCEB8C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Idea prawa według Gustawa Radbrucha i tzw. Formuła Radbrucha </w:t>
            </w:r>
          </w:p>
        </w:tc>
        <w:tc>
          <w:tcPr>
            <w:tcW w:w="815" w:type="dxa"/>
          </w:tcPr>
          <w:p w14:paraId="36DA3CC7" w14:textId="645B0B1C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45ABF98C" w14:textId="6D5A71B0" w:rsidTr="000D0C24">
        <w:tc>
          <w:tcPr>
            <w:tcW w:w="8931" w:type="dxa"/>
          </w:tcPr>
          <w:p w14:paraId="39CE980D" w14:textId="23A50565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Wyłączenia światopoglądowe </w:t>
            </w:r>
          </w:p>
        </w:tc>
        <w:tc>
          <w:tcPr>
            <w:tcW w:w="815" w:type="dxa"/>
          </w:tcPr>
          <w:p w14:paraId="41C84D25" w14:textId="13C60B8A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2FB2576" w14:textId="3C4466F9" w:rsidTr="000D0C24">
        <w:tc>
          <w:tcPr>
            <w:tcW w:w="8931" w:type="dxa"/>
          </w:tcPr>
          <w:p w14:paraId="46B042B0" w14:textId="7A8908FF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>Dyskrecjonalność sędziowska</w:t>
            </w:r>
            <w:r w:rsidR="00B3356E">
              <w:rPr>
                <w:rFonts w:ascii="Corbel" w:hAnsi="Corbel"/>
              </w:rPr>
              <w:t xml:space="preserve"> (aktywizm sędziowski)</w:t>
            </w:r>
            <w:r w:rsidRPr="0053619C">
              <w:rPr>
                <w:rFonts w:ascii="Corbel" w:hAnsi="Corbel"/>
              </w:rPr>
              <w:t xml:space="preserve">: pojęcie, źródła, zagrożenia, przykłady orzeczeń </w:t>
            </w:r>
          </w:p>
        </w:tc>
        <w:tc>
          <w:tcPr>
            <w:tcW w:w="815" w:type="dxa"/>
          </w:tcPr>
          <w:p w14:paraId="272F32D4" w14:textId="2FB562DC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79402677" w14:textId="58BDB6B9" w:rsidTr="000D0C24">
        <w:tc>
          <w:tcPr>
            <w:tcW w:w="8931" w:type="dxa"/>
          </w:tcPr>
          <w:p w14:paraId="583B628A" w14:textId="2B717D0E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Times-Roman"/>
              </w:rPr>
              <w:t xml:space="preserve">Odwołania do </w:t>
            </w:r>
            <w:r w:rsidRPr="0053619C">
              <w:rPr>
                <w:rFonts w:ascii="Corbel" w:hAnsi="Corbel" w:cs="Times-Roman"/>
              </w:rPr>
              <w:t xml:space="preserve">źródeł pozaprawnych </w:t>
            </w:r>
            <w:r>
              <w:rPr>
                <w:rFonts w:ascii="Corbel" w:hAnsi="Corbel" w:cs="Times-Roman"/>
              </w:rPr>
              <w:t>(</w:t>
            </w:r>
            <w:r w:rsidR="00055C78">
              <w:rPr>
                <w:rFonts w:ascii="Corbel" w:hAnsi="Corbel" w:cs="Times-Roman"/>
              </w:rPr>
              <w:t xml:space="preserve">np. </w:t>
            </w:r>
            <w:r>
              <w:rPr>
                <w:rFonts w:ascii="Corbel" w:hAnsi="Corbel" w:cs="Times-Roman"/>
              </w:rPr>
              <w:t xml:space="preserve">religijnych, filozoficznych, beletrystycznych) w uzasadnieniach orzeczeń </w:t>
            </w:r>
          </w:p>
        </w:tc>
        <w:tc>
          <w:tcPr>
            <w:tcW w:w="815" w:type="dxa"/>
          </w:tcPr>
          <w:p w14:paraId="0117AA88" w14:textId="5C9E4E76" w:rsidR="000D0C2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411BF95F" w14:textId="03F5D649" w:rsidTr="000D0C24">
        <w:tc>
          <w:tcPr>
            <w:tcW w:w="8931" w:type="dxa"/>
          </w:tcPr>
          <w:p w14:paraId="708BDFF7" w14:textId="231A78CA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Społeczne postawy wobec prawa (legalizm, oportunizm, konformizm, nonkonformizm, cywilne nieposłuszeństwo) </w:t>
            </w:r>
          </w:p>
        </w:tc>
        <w:tc>
          <w:tcPr>
            <w:tcW w:w="815" w:type="dxa"/>
          </w:tcPr>
          <w:p w14:paraId="092A6ED0" w14:textId="4034FC1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1C94CAB0" w14:textId="3BE9DAB1" w:rsidTr="000D0C24">
        <w:tc>
          <w:tcPr>
            <w:tcW w:w="8931" w:type="dxa"/>
          </w:tcPr>
          <w:p w14:paraId="252521F7" w14:textId="49989ECC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Instytucja przysięgi (ślubowania) jako przykład konwergencji prawa, moralności i religii </w:t>
            </w:r>
          </w:p>
        </w:tc>
        <w:tc>
          <w:tcPr>
            <w:tcW w:w="815" w:type="dxa"/>
          </w:tcPr>
          <w:p w14:paraId="15778A8E" w14:textId="4BB764B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1410136" w14:textId="260B35DD" w:rsidTr="000D0C24">
        <w:tc>
          <w:tcPr>
            <w:tcW w:w="8931" w:type="dxa"/>
          </w:tcPr>
          <w:p w14:paraId="4E3563C3" w14:textId="7F10C189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Współczesne koncepcje interpretacji prawa na przykładzie </w:t>
            </w:r>
            <w:proofErr w:type="spellStart"/>
            <w:r w:rsidRPr="0053619C">
              <w:rPr>
                <w:rFonts w:ascii="Corbel" w:hAnsi="Corbel"/>
              </w:rPr>
              <w:t>oryginalizmu</w:t>
            </w:r>
            <w:proofErr w:type="spellEnd"/>
            <w:r w:rsidRPr="0053619C">
              <w:rPr>
                <w:rFonts w:ascii="Corbel" w:hAnsi="Corbel"/>
              </w:rPr>
              <w:t xml:space="preserve"> Antonina </w:t>
            </w:r>
            <w:proofErr w:type="spellStart"/>
            <w:r w:rsidRPr="0053619C">
              <w:rPr>
                <w:rFonts w:ascii="Corbel" w:hAnsi="Corbel"/>
              </w:rPr>
              <w:t>Scalii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171E35AE" w14:textId="55A02F20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44E6498D" w14:textId="7CFE183E" w:rsidTr="000D0C24">
        <w:tc>
          <w:tcPr>
            <w:tcW w:w="8931" w:type="dxa"/>
          </w:tcPr>
          <w:p w14:paraId="6974E79C" w14:textId="65952F01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Instytucja precedensu </w:t>
            </w:r>
            <w:r w:rsidR="00055C78">
              <w:rPr>
                <w:rFonts w:ascii="Corbel" w:hAnsi="Corbel" w:cs="Times-Roman"/>
              </w:rPr>
              <w:t>sądowego</w:t>
            </w:r>
          </w:p>
        </w:tc>
        <w:tc>
          <w:tcPr>
            <w:tcW w:w="815" w:type="dxa"/>
          </w:tcPr>
          <w:p w14:paraId="3AF50007" w14:textId="104364F3" w:rsidR="000D0C24" w:rsidRPr="0053619C" w:rsidRDefault="00055C78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55C78" w:rsidRPr="00B169DF" w14:paraId="768085F7" w14:textId="77777777" w:rsidTr="000D0C24">
        <w:tc>
          <w:tcPr>
            <w:tcW w:w="8931" w:type="dxa"/>
          </w:tcPr>
          <w:p w14:paraId="1A2B1505" w14:textId="63784114" w:rsidR="00055C78" w:rsidRPr="0053619C" w:rsidRDefault="00055C78" w:rsidP="008F29E1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Wzorzec dobrego prawa – porównanie ideału prawa u św. Izydora z Sewilli z wewnętrzną moralnością </w:t>
            </w:r>
            <w:r w:rsidR="008F29E1">
              <w:rPr>
                <w:rFonts w:ascii="Corbel" w:hAnsi="Corbel"/>
              </w:rPr>
              <w:t>p</w:t>
            </w:r>
            <w:r w:rsidRPr="0053619C">
              <w:rPr>
                <w:rFonts w:ascii="Corbel" w:hAnsi="Corbel"/>
              </w:rPr>
              <w:t>rawa L. Fullera</w:t>
            </w:r>
          </w:p>
        </w:tc>
        <w:tc>
          <w:tcPr>
            <w:tcW w:w="815" w:type="dxa"/>
          </w:tcPr>
          <w:p w14:paraId="01D22921" w14:textId="554694F7" w:rsidR="00055C78" w:rsidRDefault="00055C78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0CDBA49B" w14:textId="640EEFF9" w:rsidTr="000D0C24">
        <w:tc>
          <w:tcPr>
            <w:tcW w:w="8931" w:type="dxa"/>
          </w:tcPr>
          <w:p w14:paraId="4BE43540" w14:textId="121A35B1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Deontologia prawnicza </w:t>
            </w:r>
          </w:p>
        </w:tc>
        <w:tc>
          <w:tcPr>
            <w:tcW w:w="815" w:type="dxa"/>
          </w:tcPr>
          <w:p w14:paraId="2C18FEB9" w14:textId="2082BC1E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C3FEF70" w14:textId="77777777" w:rsidTr="000D0C24">
        <w:tc>
          <w:tcPr>
            <w:tcW w:w="8931" w:type="dxa"/>
          </w:tcPr>
          <w:p w14:paraId="7EE80C4C" w14:textId="54B3673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815" w:type="dxa"/>
          </w:tcPr>
          <w:p w14:paraId="272CC9A1" w14:textId="60CA9939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27F924FF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3.4 </w:t>
      </w:r>
      <w:r w:rsidR="001A209D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>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5F39C1" w14:textId="0FBA5AA2" w:rsidR="00FD739F" w:rsidRPr="00FD739F" w:rsidRDefault="001A209D" w:rsidP="001A209D">
      <w:pPr>
        <w:spacing w:after="0" w:line="240" w:lineRule="auto"/>
        <w:ind w:left="851"/>
        <w:rPr>
          <w:rFonts w:ascii="Corbel" w:eastAsia="Cambria" w:hAnsi="Corbel"/>
        </w:rPr>
      </w:pPr>
      <w:r>
        <w:rPr>
          <w:rFonts w:ascii="Corbel" w:eastAsia="Cambria" w:hAnsi="Corbel"/>
        </w:rPr>
        <w:t>W</w:t>
      </w:r>
      <w:r w:rsidR="00FD739F" w:rsidRPr="00FD739F">
        <w:rPr>
          <w:rFonts w:ascii="Corbel" w:eastAsia="Cambria" w:hAnsi="Corbel"/>
        </w:rPr>
        <w:t xml:space="preserve">ykład: </w:t>
      </w:r>
      <w:r w:rsidR="00FD739F" w:rsidRPr="00FD739F">
        <w:rPr>
          <w:rFonts w:ascii="Corbel" w:hAnsi="Corbel"/>
        </w:rPr>
        <w:t>wykład problemowy oraz wykład z prezentacją multimedialną</w:t>
      </w:r>
    </w:p>
    <w:p w14:paraId="50376346" w14:textId="0838E643" w:rsidR="00FD739F" w:rsidRPr="00FD739F" w:rsidRDefault="001A209D" w:rsidP="001A209D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Ć</w:t>
      </w:r>
      <w:r w:rsidR="00FD739F" w:rsidRPr="00FD739F">
        <w:rPr>
          <w:rFonts w:ascii="Corbel" w:eastAsia="Cambria" w:hAnsi="Corbel"/>
          <w:b w:val="0"/>
          <w:smallCaps w:val="0"/>
          <w:sz w:val="22"/>
        </w:rPr>
        <w:t xml:space="preserve">wiczenia: </w:t>
      </w:r>
      <w:r w:rsidR="00FD739F"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dyskusja przy aktywnym udziale studentów uprzednio okre</w:t>
      </w:r>
      <w:r w:rsidR="00FD739F"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ś</w:t>
      </w:r>
      <w:r w:rsidR="00FD739F"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lonego zagadnienia, b</w:t>
      </w:r>
      <w:r w:rsidR="00FD739F"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ę</w:t>
      </w:r>
      <w:r w:rsidR="00FD739F"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d</w:t>
      </w:r>
      <w:r w:rsidR="00FD739F"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ą</w:t>
      </w:r>
      <w:r w:rsidR="00FD739F"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cego jednocze</w:t>
      </w:r>
      <w:r w:rsidR="00FD739F"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ś</w:t>
      </w:r>
      <w:r w:rsidR="00FD739F"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nie przedmiotem referatu wygłaszanego na pocz</w:t>
      </w:r>
      <w:r w:rsidR="00FD739F"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ą</w:t>
      </w:r>
      <w:r w:rsidR="00FD739F"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tku ćwiczeń</w:t>
      </w:r>
      <w:r w:rsidR="00FD739F"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 xml:space="preserve"> </w:t>
      </w:r>
      <w:r w:rsidR="00FD739F"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 xml:space="preserve">przez jednego ze </w:t>
      </w:r>
      <w:r w:rsidR="00055C78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S</w:t>
      </w:r>
      <w:r w:rsidR="00FD739F"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tudentów,</w:t>
      </w:r>
      <w:r w:rsidR="00FD739F" w:rsidRPr="00FD739F">
        <w:rPr>
          <w:rFonts w:ascii="Corbel" w:eastAsia="Cambria" w:hAnsi="Corbel"/>
          <w:b w:val="0"/>
          <w:smallCaps w:val="0"/>
          <w:sz w:val="22"/>
        </w:rPr>
        <w:t xml:space="preserve"> analiza i interpretacja tekstów źródłowych, aktów normatywnych oraz decyzji stosowania prawa</w:t>
      </w: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018B2ADC" w:rsidR="0085747A" w:rsidRPr="00B169DF" w:rsidRDefault="00951AE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5A0440EA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1A209D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1A209D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1A209D">
        <w:tc>
          <w:tcPr>
            <w:tcW w:w="1962" w:type="dxa"/>
          </w:tcPr>
          <w:p w14:paraId="6267168D" w14:textId="626F5F2D" w:rsidR="0085747A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7D90EF1" w14:textId="21466183" w:rsidR="0085747A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4D1F06B9" w14:textId="3BE03315" w:rsidR="0085747A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B169DF" w14:paraId="635E67C7" w14:textId="77777777" w:rsidTr="001A209D">
        <w:tc>
          <w:tcPr>
            <w:tcW w:w="1962" w:type="dxa"/>
          </w:tcPr>
          <w:p w14:paraId="6B3A141E" w14:textId="65A33735" w:rsidR="0085747A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E22BC82" w14:textId="11FB4C93" w:rsidR="0085747A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A69994" w14:textId="786E006C" w:rsidR="0085747A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0501D" w:rsidRPr="00B169DF" w14:paraId="464E9801" w14:textId="77777777" w:rsidTr="001A209D">
        <w:tc>
          <w:tcPr>
            <w:tcW w:w="1962" w:type="dxa"/>
          </w:tcPr>
          <w:p w14:paraId="1A39E2C0" w14:textId="0F23A106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9BC9014" w14:textId="42D12625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1F02F2D" w14:textId="640F0E14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0501D" w:rsidRPr="00B169DF" w14:paraId="3C523642" w14:textId="77777777" w:rsidTr="001A209D">
        <w:tc>
          <w:tcPr>
            <w:tcW w:w="1962" w:type="dxa"/>
          </w:tcPr>
          <w:p w14:paraId="3668BB39" w14:textId="6B1F1A3C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E34C6D" w14:textId="2A8CE214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2CF7DFD2" w14:textId="53A582CC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0501D" w:rsidRPr="00B169DF" w14:paraId="413C0BCB" w14:textId="77777777" w:rsidTr="001A209D">
        <w:tc>
          <w:tcPr>
            <w:tcW w:w="1962" w:type="dxa"/>
          </w:tcPr>
          <w:p w14:paraId="2191799D" w14:textId="4B3005A2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4F3531A" w14:textId="33B18EFD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65C7E8D4" w14:textId="22387E88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0501D" w:rsidRPr="00B169DF" w14:paraId="7DD4CFFC" w14:textId="77777777" w:rsidTr="001A209D">
        <w:tc>
          <w:tcPr>
            <w:tcW w:w="1962" w:type="dxa"/>
          </w:tcPr>
          <w:p w14:paraId="2F7ABFC4" w14:textId="74B41FF6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31B8A96" w14:textId="1D6674EE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2A061CE" w14:textId="71B0A2CF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0501D" w:rsidRPr="00B169DF" w14:paraId="7912C4B4" w14:textId="77777777" w:rsidTr="001A209D">
        <w:tc>
          <w:tcPr>
            <w:tcW w:w="1962" w:type="dxa"/>
          </w:tcPr>
          <w:p w14:paraId="4BE69D48" w14:textId="0B6F0C30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92CA19B" w14:textId="4E540DEE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04097F7" w14:textId="71D30E87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0501D" w:rsidRPr="00B169DF" w14:paraId="1F2DE641" w14:textId="77777777" w:rsidTr="001A209D">
        <w:tc>
          <w:tcPr>
            <w:tcW w:w="1962" w:type="dxa"/>
          </w:tcPr>
          <w:p w14:paraId="1B6EED10" w14:textId="04C628C8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9894759" w14:textId="31D8F24B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282CE36" w14:textId="5F8B7992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0501D" w:rsidRPr="00B169DF" w14:paraId="35337082" w14:textId="77777777" w:rsidTr="001A209D">
        <w:tc>
          <w:tcPr>
            <w:tcW w:w="1962" w:type="dxa"/>
          </w:tcPr>
          <w:p w14:paraId="2E3FAD77" w14:textId="66107070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5BEE85AC" w14:textId="4F6DE07F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88AF059" w14:textId="4B95B3B8" w:rsidR="00B0501D" w:rsidRPr="001A209D" w:rsidRDefault="001A20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09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34C3D390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82204A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8220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632FF8" w14:textId="69C99ED5" w:rsidR="00FB015E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smallCaps w:val="0"/>
                <w:lang w:eastAsia="pl-PL"/>
              </w:rPr>
            </w:pPr>
            <w:r w:rsidRPr="0082204A">
              <w:rPr>
                <w:rFonts w:ascii="Corbel" w:eastAsia="Cambria" w:hAnsi="Corbel"/>
                <w:smallCaps w:val="0"/>
                <w:lang w:eastAsia="pl-PL"/>
              </w:rPr>
              <w:t>Ćwiczenia:</w:t>
            </w:r>
          </w:p>
          <w:p w14:paraId="6F667D04" w14:textId="77777777" w:rsidR="0082204A" w:rsidRPr="0082204A" w:rsidRDefault="0082204A" w:rsidP="00FB015E">
            <w:pPr>
              <w:pStyle w:val="Punktygwne"/>
              <w:spacing w:before="0" w:after="0"/>
              <w:rPr>
                <w:rFonts w:ascii="Corbel" w:eastAsia="Cambria" w:hAnsi="Corbel"/>
                <w:smallCaps w:val="0"/>
                <w:lang w:eastAsia="pl-PL"/>
              </w:rPr>
            </w:pPr>
          </w:p>
          <w:p w14:paraId="6E830BD5" w14:textId="0648F13A" w:rsidR="00B374F2" w:rsidRPr="0082204A" w:rsidRDefault="00B374F2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</w:pPr>
            <w:r w:rsidRPr="0082204A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Kolokwium w formie testu jednokrotnego wyboru, referat, aktywność na zajęciach</w:t>
            </w:r>
          </w:p>
          <w:p w14:paraId="5D7EB1B4" w14:textId="77777777" w:rsidR="00B374F2" w:rsidRPr="0082204A" w:rsidRDefault="00B374F2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</w:p>
          <w:p w14:paraId="69558033" w14:textId="3469E4E3" w:rsidR="00FB015E" w:rsidRPr="0082204A" w:rsidRDefault="00FB015E" w:rsidP="00FB0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04A">
              <w:rPr>
                <w:rFonts w:ascii="Corbel" w:eastAsia="Cambria" w:hAnsi="Corbel"/>
                <w:b w:val="0"/>
                <w:smallCaps w:val="0"/>
                <w:lang w:eastAsia="pl-PL"/>
              </w:rPr>
              <w:t>Warunkiem pozytywnego zaliczenia kolokwium jest uzyskanie co najmniej 51% wszystkich możliwych punktów z testu. Test liczy od 15 do 21 pytań jednokrotnego wyboru. Każde z pytań w teście jest oceniane „1” (odpowiedź pozytywna) lub „0” (odpowiedź błędna) punktów.</w:t>
            </w:r>
          </w:p>
          <w:p w14:paraId="087BAC3E" w14:textId="77777777" w:rsidR="00FB015E" w:rsidRPr="0082204A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7128E463" w14:textId="424E7F2D" w:rsidR="00FB015E" w:rsidRPr="0082204A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82204A">
              <w:rPr>
                <w:rFonts w:ascii="Corbel" w:eastAsia="Cambria" w:hAnsi="Corbel"/>
                <w:sz w:val="24"/>
                <w:lang w:eastAsia="pl-PL"/>
              </w:rPr>
              <w:t xml:space="preserve">Wygłaszany w trakcie pracy referat </w:t>
            </w:r>
            <w:r w:rsidR="00B0501D" w:rsidRPr="0082204A">
              <w:rPr>
                <w:rFonts w:ascii="Corbel" w:eastAsia="Cambria" w:hAnsi="Corbel"/>
                <w:sz w:val="24"/>
                <w:lang w:eastAsia="pl-PL"/>
              </w:rPr>
              <w:t xml:space="preserve">(10-20 minut) </w:t>
            </w:r>
            <w:r w:rsidRPr="0082204A">
              <w:rPr>
                <w:rFonts w:ascii="Corbel" w:eastAsia="Cambria" w:hAnsi="Corbel"/>
                <w:sz w:val="24"/>
                <w:lang w:eastAsia="pl-PL"/>
              </w:rPr>
              <w:t>oceniany jest pod kątem merytorycznym wypowiedzi oraz od strony argumentacyjno-retorycznej prezentacji.</w:t>
            </w:r>
          </w:p>
          <w:p w14:paraId="3BC35113" w14:textId="77777777" w:rsidR="00FB015E" w:rsidRPr="0082204A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518C052D" w14:textId="4F0A12C7" w:rsidR="00FD739F" w:rsidRPr="0082204A" w:rsidRDefault="00FD739F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82204A">
              <w:rPr>
                <w:rFonts w:ascii="Corbel" w:eastAsia="Cambria" w:hAnsi="Corbel"/>
                <w:sz w:val="24"/>
                <w:lang w:eastAsia="pl-PL"/>
              </w:rPr>
              <w:t xml:space="preserve">Przy wystawianiu oceny z ćwiczeń uwzględniana jest także aktywność studenta na zajęciach. </w:t>
            </w:r>
          </w:p>
          <w:p w14:paraId="03AF7CAC" w14:textId="77777777" w:rsidR="00FD739F" w:rsidRPr="0082204A" w:rsidRDefault="00FD739F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6F148A04" w14:textId="77777777" w:rsidR="00FB015E" w:rsidRDefault="00FB015E" w:rsidP="00FD739F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  <w:r w:rsidRPr="0082204A">
              <w:rPr>
                <w:rFonts w:ascii="Corbel" w:eastAsia="Cambria" w:hAnsi="Corbel"/>
                <w:bCs/>
                <w:smallCaps w:val="0"/>
                <w:lang w:eastAsia="pl-PL"/>
              </w:rPr>
              <w:t>Wykład</w:t>
            </w:r>
            <w:r w:rsidRPr="0082204A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: </w:t>
            </w:r>
          </w:p>
          <w:p w14:paraId="558B5B70" w14:textId="77777777" w:rsidR="0082204A" w:rsidRPr="0082204A" w:rsidRDefault="0082204A" w:rsidP="00FD739F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</w:p>
          <w:p w14:paraId="63F0D2FD" w14:textId="15F258C9" w:rsidR="00B374F2" w:rsidRPr="0082204A" w:rsidRDefault="00B374F2" w:rsidP="00FD739F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</w:pPr>
            <w:r w:rsidRPr="0082204A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Egzamin pisemny w formie testu jednokrotnego wyboru</w:t>
            </w:r>
          </w:p>
          <w:p w14:paraId="41B0839C" w14:textId="6589B5E9" w:rsidR="00923D7D" w:rsidRPr="0082204A" w:rsidRDefault="00FD739F" w:rsidP="00FD7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04A">
              <w:rPr>
                <w:rFonts w:ascii="Corbel" w:eastAsia="Cambria" w:hAnsi="Corbel"/>
                <w:b w:val="0"/>
                <w:smallCaps w:val="0"/>
                <w:lang w:eastAsia="pl-PL"/>
              </w:rPr>
              <w:t>Warunkiem pozytywnego złożenia egzaminu jest uzyskanie co najmniej 51% wszystkich możliwych punktów z testu. Test liczy od 15 do 21 pytań jednokrotnego wyboru. Każde z pytań w teście jest oceniane „1” (odpowiedź pozytywna) lub „0” (odpowiedź błędna)</w:t>
            </w:r>
            <w:r w:rsidR="00FB015E" w:rsidRPr="0082204A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punktów</w:t>
            </w:r>
            <w:r w:rsidRPr="0082204A">
              <w:rPr>
                <w:rFonts w:ascii="Corbel" w:eastAsia="Cambria" w:hAnsi="Corbel"/>
                <w:b w:val="0"/>
                <w:smallCaps w:val="0"/>
                <w:lang w:eastAsia="pl-PL"/>
              </w:rPr>
              <w:t>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DFC6E" w14:textId="77777777" w:rsidR="0082204A" w:rsidRDefault="0082204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5E3FAFF4" w:rsidR="009F4610" w:rsidRPr="00B169DF" w:rsidRDefault="0085747A" w:rsidP="0082204A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82204A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82204A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0B5A15C2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>60 (Wykład – 30 godz., Ćwiczenia – 30 godz.).</w:t>
            </w:r>
          </w:p>
        </w:tc>
      </w:tr>
      <w:tr w:rsidR="00C61DC5" w:rsidRPr="00B169DF" w14:paraId="2A4AABEF" w14:textId="77777777" w:rsidTr="0082204A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61EA2010" w:rsidR="00C61DC5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3 (udział w konsultacjach - 2 godz., udział w egzaminie - 1 godz.)</w:t>
            </w:r>
          </w:p>
        </w:tc>
      </w:tr>
      <w:tr w:rsidR="00C61DC5" w:rsidRPr="00B169DF" w14:paraId="3796D0EB" w14:textId="77777777" w:rsidTr="0082204A">
        <w:tc>
          <w:tcPr>
            <w:tcW w:w="5132" w:type="dxa"/>
          </w:tcPr>
          <w:p w14:paraId="1BAAD611" w14:textId="416A7CF7" w:rsidR="00C61DC5" w:rsidRPr="00B169DF" w:rsidRDefault="00C61DC5" w:rsidP="00FB0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B01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372AADBD" w:rsidR="00C61DC5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87 (przygotowanie do egzaminu - 47 godz., przygotowanie do zajęć – 30 godz., napisanie pracy zaliczeniowej – 10 godz.)</w:t>
            </w:r>
          </w:p>
        </w:tc>
      </w:tr>
      <w:tr w:rsidR="0085747A" w:rsidRPr="00B169DF" w14:paraId="1ADE6CE7" w14:textId="77777777" w:rsidTr="0082204A">
        <w:trPr>
          <w:trHeight w:val="337"/>
        </w:trPr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42160B7D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071C4E58" w14:textId="77777777" w:rsidTr="0082204A">
        <w:trPr>
          <w:trHeight w:val="338"/>
        </w:trPr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62C383D7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82204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686"/>
      </w:tblGrid>
      <w:tr w:rsidR="0085747A" w:rsidRPr="00B169DF" w14:paraId="638E76A1" w14:textId="77777777" w:rsidTr="0082204A">
        <w:trPr>
          <w:trHeight w:val="397"/>
        </w:trPr>
        <w:tc>
          <w:tcPr>
            <w:tcW w:w="3827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6" w:type="dxa"/>
          </w:tcPr>
          <w:p w14:paraId="0C6D98E0" w14:textId="6E488471" w:rsidR="0085747A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82204A">
        <w:trPr>
          <w:trHeight w:val="397"/>
        </w:trPr>
        <w:tc>
          <w:tcPr>
            <w:tcW w:w="3827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6" w:type="dxa"/>
          </w:tcPr>
          <w:p w14:paraId="5AB3311D" w14:textId="4DAD6406" w:rsidR="0085747A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9"/>
      </w:tblGrid>
      <w:tr w:rsidR="0085747A" w:rsidRPr="00B169DF" w14:paraId="3C773E1F" w14:textId="77777777" w:rsidTr="0082204A">
        <w:trPr>
          <w:trHeight w:val="418"/>
        </w:trPr>
        <w:tc>
          <w:tcPr>
            <w:tcW w:w="9319" w:type="dxa"/>
          </w:tcPr>
          <w:p w14:paraId="5BA06A59" w14:textId="77777777" w:rsidR="0085747A" w:rsidRPr="0082204A" w:rsidRDefault="0085747A" w:rsidP="0082204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2204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4E59FA4" w14:textId="35C74560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Oniszczuk,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2012</w:t>
            </w:r>
            <w:r w:rsidR="00517506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.</w:t>
            </w:r>
          </w:p>
          <w:p w14:paraId="3340252F" w14:textId="77777777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3EDF5A69" w14:textId="77777777" w:rsidR="00FB015E" w:rsidRDefault="00FB015E" w:rsidP="0082204A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 Rzeszów 2018.</w:t>
            </w:r>
          </w:p>
          <w:p w14:paraId="0B4F9AD1" w14:textId="178814B8" w:rsidR="00FB015E" w:rsidRPr="0053619C" w:rsidRDefault="00FB015E" w:rsidP="0082204A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, </w:t>
            </w:r>
            <w:r w:rsidRPr="00FB015E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Sądy, sędziowie i religia</w:t>
            </w: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, Rzeszów 2021. </w:t>
            </w:r>
          </w:p>
          <w:p w14:paraId="199C3BEC" w14:textId="77777777" w:rsidR="00FB015E" w:rsidRPr="0053619C" w:rsidRDefault="00FB015E" w:rsidP="0082204A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Grzegorz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Chrześcijańska Teoria Prawa jako kierunek we współczesnej myśli prawniczej, 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Doświadczenia arbitrażu i mediacji. Perspektywa prywatnoprawna oraz publicznoprawna - między teorią a praktyką. Księga Pamiątkowa Ku Czci Prof. Jana Łukasiewicza, </w:t>
            </w:r>
            <w:r w:rsidRPr="0053619C">
              <w:rPr>
                <w:rFonts w:ascii="Corbel" w:hAnsi="Corbel"/>
                <w:sz w:val="24"/>
                <w:szCs w:val="24"/>
              </w:rPr>
              <w:t>red. Ł. Błaszczak, J. Olszewski, R. Morek, Wydawnictwo Uniwersytetu Rzeszowskiego, Rzeszów 2018, s. 248-267</w:t>
            </w:r>
          </w:p>
          <w:p w14:paraId="19B3950B" w14:textId="77777777" w:rsidR="00FB015E" w:rsidRPr="0053619C" w:rsidRDefault="00FB015E" w:rsidP="0082204A">
            <w:pPr>
              <w:spacing w:after="0" w:line="240" w:lineRule="auto"/>
              <w:rPr>
                <w:rStyle w:val="field"/>
                <w:rFonts w:ascii="Corbel" w:hAnsi="Corbel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Style w:val="field"/>
                <w:rFonts w:ascii="Corbel" w:hAnsi="Corbel"/>
                <w:i/>
                <w:sz w:val="24"/>
                <w:szCs w:val="24"/>
              </w:rPr>
              <w:t>Feministyczna jurysprudencja jako współczesna szkoła prawnicza</w:t>
            </w:r>
            <w:r w:rsidRPr="0053619C">
              <w:rPr>
                <w:rFonts w:ascii="Corbel" w:hAnsi="Corbel"/>
                <w:sz w:val="24"/>
                <w:szCs w:val="24"/>
              </w:rPr>
              <w:t>, „</w:t>
            </w:r>
            <w:r w:rsidRPr="0053619C">
              <w:rPr>
                <w:rStyle w:val="field"/>
                <w:rFonts w:ascii="Corbel" w:hAnsi="Corbel"/>
                <w:sz w:val="24"/>
                <w:szCs w:val="24"/>
              </w:rPr>
              <w:t>Zeszyty Naukowe Uniwersytetu Rzeszowskiego. Prawo” 2014, z. 14, s. 87-111.</w:t>
            </w:r>
          </w:p>
          <w:p w14:paraId="19698557" w14:textId="77777777" w:rsidR="00FB015E" w:rsidRPr="0053619C" w:rsidRDefault="00FB015E" w:rsidP="0082204A">
            <w:pPr>
              <w:spacing w:after="0" w:line="240" w:lineRule="auto"/>
              <w:rPr>
                <w:rStyle w:val="field"/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Style w:val="field"/>
                <w:rFonts w:ascii="Corbel" w:hAnsi="Corbel"/>
                <w:i/>
                <w:sz w:val="24"/>
                <w:szCs w:val="24"/>
              </w:rPr>
              <w:t>Nurty feministycznej jurysprudencji</w:t>
            </w:r>
            <w:r w:rsidRPr="0053619C">
              <w:rPr>
                <w:rStyle w:val="field"/>
                <w:rFonts w:ascii="Corbel" w:hAnsi="Corbel"/>
                <w:sz w:val="24"/>
                <w:szCs w:val="24"/>
              </w:rPr>
              <w:t>, „Zeszyty Naukowe Uniwersytetu Rzeszowskiego. Prawo” 2013, z. 12, s. 71-96.</w:t>
            </w:r>
          </w:p>
          <w:p w14:paraId="002D12E1" w14:textId="77777777" w:rsidR="00FB015E" w:rsidRPr="0053619C" w:rsidRDefault="00FB015E" w:rsidP="0082204A">
            <w:pPr>
              <w:spacing w:after="0" w:line="240" w:lineRule="auto"/>
              <w:rPr>
                <w:rFonts w:ascii="Corbel" w:eastAsia="Cambria" w:hAnsi="Corbel"/>
                <w:bCs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Sprawiedliwość naprawcza a </w:t>
            </w:r>
            <w:proofErr w:type="spellStart"/>
            <w:r w:rsidRPr="0053619C">
              <w:rPr>
                <w:rFonts w:ascii="Corbel" w:hAnsi="Corbel"/>
                <w:i/>
                <w:sz w:val="24"/>
                <w:szCs w:val="24"/>
              </w:rPr>
              <w:t>retrybutywizm</w:t>
            </w:r>
            <w:proofErr w:type="spellEnd"/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 w odpowiedzialności karnej</w:t>
            </w:r>
            <w:r w:rsidRPr="0053619C">
              <w:rPr>
                <w:rFonts w:ascii="Corbel" w:hAnsi="Corbel"/>
                <w:sz w:val="24"/>
                <w:szCs w:val="24"/>
              </w:rPr>
              <w:t>, „Zeszyty Naukowe Uniwersytetu Rzeszowskiego. Seria Prawnicza” 2011, nr 10, s. 111-130.</w:t>
            </w:r>
          </w:p>
          <w:p w14:paraId="5C3A0506" w14:textId="77777777" w:rsidR="00FB015E" w:rsidRPr="0053619C" w:rsidRDefault="00FB015E" w:rsidP="0082204A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53619C">
              <w:rPr>
                <w:rFonts w:ascii="Corbel" w:eastAsia="Cambria" w:hAnsi="Corbel"/>
                <w:i/>
                <w:sz w:val="24"/>
              </w:rPr>
              <w:t>Oryginalizm</w:t>
            </w:r>
            <w:proofErr w:type="spellEnd"/>
            <w:r w:rsidRPr="0053619C">
              <w:rPr>
                <w:rFonts w:ascii="Corbel" w:eastAsia="Cambria" w:hAnsi="Corbel"/>
                <w:i/>
                <w:sz w:val="24"/>
              </w:rPr>
              <w:t xml:space="preserve"> Antonina </w:t>
            </w:r>
            <w:proofErr w:type="spellStart"/>
            <w:r w:rsidRPr="0053619C">
              <w:rPr>
                <w:rFonts w:ascii="Corbel" w:eastAsia="Cambria" w:hAnsi="Corbel"/>
                <w:i/>
                <w:sz w:val="24"/>
              </w:rPr>
              <w:t>Scalii</w:t>
            </w:r>
            <w:proofErr w:type="spellEnd"/>
            <w:r w:rsidRPr="0053619C">
              <w:rPr>
                <w:rFonts w:ascii="Corbel" w:eastAsia="Cambria" w:hAnsi="Corbel"/>
                <w:i/>
                <w:sz w:val="24"/>
              </w:rPr>
              <w:t xml:space="preserve"> jako teoria wykładni prawa</w:t>
            </w:r>
            <w:r w:rsidRPr="0053619C">
              <w:rPr>
                <w:rFonts w:ascii="Corbel" w:eastAsia="Cambria" w:hAnsi="Corbel"/>
                <w:sz w:val="24"/>
              </w:rPr>
              <w:t>, „Przegląd Prawa Konstytucyjnego” 2010, nr 4, s. 23-52,</w:t>
            </w:r>
          </w:p>
          <w:p w14:paraId="38DF955E" w14:textId="77777777" w:rsidR="00FB015E" w:rsidRPr="0053619C" w:rsidRDefault="00FB015E" w:rsidP="0082204A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i/>
                <w:sz w:val="24"/>
              </w:rPr>
              <w:t xml:space="preserve"> Formuły sprawiedliwości dystrybutywnej</w:t>
            </w:r>
            <w:r w:rsidRPr="0053619C">
              <w:rPr>
                <w:rFonts w:ascii="Corbel" w:eastAsia="Cambria" w:hAnsi="Corbel"/>
                <w:sz w:val="24"/>
              </w:rPr>
              <w:t>, „</w:t>
            </w:r>
            <w:proofErr w:type="spellStart"/>
            <w:r w:rsidRPr="0053619C">
              <w:rPr>
                <w:rFonts w:ascii="Corbel" w:eastAsia="Cambria" w:hAnsi="Corbel"/>
                <w:sz w:val="24"/>
              </w:rPr>
              <w:t>Resovia</w:t>
            </w:r>
            <w:proofErr w:type="spellEnd"/>
            <w:r w:rsidRPr="0053619C">
              <w:rPr>
                <w:rFonts w:ascii="Corbel" w:eastAsia="Cambria" w:hAnsi="Corbel"/>
                <w:sz w:val="24"/>
              </w:rPr>
              <w:t xml:space="preserve"> Sacra” 2010, R. 17, s. 195-218.</w:t>
            </w:r>
          </w:p>
          <w:p w14:paraId="7472055F" w14:textId="77777777" w:rsidR="00FB015E" w:rsidRPr="0053619C" w:rsidRDefault="00FB015E" w:rsidP="0082204A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</w:rPr>
              <w:t xml:space="preserve"> Wzorzec prawa w </w:t>
            </w:r>
            <w:proofErr w:type="spellStart"/>
            <w:r w:rsidRPr="0053619C">
              <w:rPr>
                <w:rFonts w:ascii="Corbel" w:eastAsia="Cambria" w:hAnsi="Corbel"/>
                <w:bCs/>
                <w:i/>
                <w:sz w:val="24"/>
              </w:rPr>
              <w:t>Etymologiae</w:t>
            </w:r>
            <w:proofErr w:type="spellEnd"/>
            <w:r w:rsidRPr="0053619C">
              <w:rPr>
                <w:rFonts w:ascii="Corbel" w:eastAsia="Cambria" w:hAnsi="Corbel"/>
                <w:bCs/>
                <w:i/>
                <w:sz w:val="24"/>
              </w:rPr>
              <w:t xml:space="preserve"> św. Izydora z Sewilli jako przyczynek do rozważań</w:t>
            </w:r>
            <w:r w:rsidRPr="0053619C">
              <w:rPr>
                <w:rFonts w:ascii="Corbel" w:eastAsia="Cambria" w:hAnsi="Corbel"/>
                <w:i/>
                <w:sz w:val="24"/>
              </w:rPr>
              <w:t xml:space="preserve"> nad cechami dobrego prawa</w:t>
            </w:r>
            <w:r w:rsidRPr="0053619C">
              <w:rPr>
                <w:rFonts w:ascii="Corbel" w:eastAsia="Cambria" w:hAnsi="Corbel"/>
                <w:sz w:val="24"/>
              </w:rPr>
              <w:t>, „Zeszyty Naukowe Uniwersytetu Rzeszowskiego”, Seria Prawnicza, Prawo 8, Rzeszów 2009, s. 115-134.</w:t>
            </w:r>
          </w:p>
          <w:p w14:paraId="5544FFA0" w14:textId="77777777" w:rsidR="00FB015E" w:rsidRDefault="00FB015E" w:rsidP="0082204A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bCs/>
                <w:szCs w:val="24"/>
              </w:rPr>
              <w:t>G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.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,</w:t>
            </w:r>
            <w:r w:rsidRPr="0053619C"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 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</w:rPr>
              <w:t xml:space="preserve">W.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</w:rPr>
              <w:t>Dziedziak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, </w:t>
            </w:r>
            <w:r w:rsidRPr="0053619C">
              <w:rPr>
                <w:rFonts w:ascii="Corbel" w:eastAsia="Cambria" w:hAnsi="Corbel"/>
                <w:b w:val="0"/>
                <w:bCs/>
                <w:i/>
                <w:iCs/>
                <w:smallCaps w:val="0"/>
                <w:szCs w:val="24"/>
              </w:rPr>
              <w:t>Z zagadnień sprawiedliwości, miłosierdzia i prawa”,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„Studia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Iuridica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Lublinensia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” 2009, t. 12, s. 101-119.</w:t>
            </w:r>
          </w:p>
          <w:p w14:paraId="78EC2A73" w14:textId="184E1F0F" w:rsidR="009F3BAA" w:rsidRPr="009F3BAA" w:rsidRDefault="009F3BAA" w:rsidP="0082204A">
            <w:pPr>
              <w:pStyle w:val="Punktygwne"/>
              <w:spacing w:before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F3BAA">
              <w:rPr>
                <w:rFonts w:ascii="Corbel" w:eastAsia="Cambria" w:hAnsi="Corbel"/>
                <w:b w:val="0"/>
                <w:szCs w:val="24"/>
              </w:rPr>
              <w:lastRenderedPageBreak/>
              <w:t>G</w:t>
            </w:r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>Maroń</w:t>
            </w:r>
            <w:proofErr w:type="spellEnd"/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 w:rsidRPr="009F3BAA">
              <w:rPr>
                <w:rFonts w:ascii="Corbel" w:eastAsia="Cambria" w:hAnsi="Corbel"/>
                <w:b w:val="0"/>
                <w:i/>
                <w:iCs/>
                <w:smallCaps w:val="0"/>
                <w:szCs w:val="24"/>
              </w:rPr>
              <w:t>Kategoria miłosierdzia w polskiej nauce prawa karnego i orzecznictwie</w:t>
            </w:r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>, „Prokuratura i Prawo” 2022, nr 11.</w:t>
            </w:r>
          </w:p>
          <w:p w14:paraId="530F8F8A" w14:textId="77777777" w:rsidR="00FB015E" w:rsidRPr="0053619C" w:rsidRDefault="00FB015E" w:rsidP="0082204A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53619C">
              <w:rPr>
                <w:rFonts w:ascii="Corbel" w:hAnsi="Corbel"/>
                <w:b w:val="0"/>
                <w:i/>
                <w:smallCaps w:val="0"/>
              </w:rPr>
              <w:t>Dworkinowska</w:t>
            </w:r>
            <w:proofErr w:type="spellEnd"/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 wizja zasad prawa</w:t>
            </w:r>
            <w:r w:rsidRPr="0053619C">
              <w:rPr>
                <w:rFonts w:ascii="Corbel" w:hAnsi="Corbel"/>
                <w:b w:val="0"/>
                <w:smallCaps w:val="0"/>
              </w:rPr>
              <w:t>, „Zeszyty Naukowe Uniwersytetu Rzeszowskiego. Seria Prawnicza” 2008, nr 6, s. 103-123</w:t>
            </w:r>
          </w:p>
          <w:p w14:paraId="170288FC" w14:textId="77777777" w:rsidR="00FB015E" w:rsidRPr="0053619C" w:rsidRDefault="00FB015E" w:rsidP="0082204A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Sprawiedliwość według Roberta </w:t>
            </w:r>
            <w:proofErr w:type="spellStart"/>
            <w:r w:rsidRPr="0053619C">
              <w:rPr>
                <w:rFonts w:ascii="Corbel" w:hAnsi="Corbel"/>
                <w:b w:val="0"/>
                <w:i/>
                <w:smallCaps w:val="0"/>
              </w:rPr>
              <w:t>Nozicka</w:t>
            </w:r>
            <w:proofErr w:type="spellEnd"/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 w perspektywie libertarianizmu</w:t>
            </w:r>
            <w:r w:rsidRPr="0053619C">
              <w:rPr>
                <w:rFonts w:ascii="Corbel" w:hAnsi="Corbel"/>
                <w:b w:val="0"/>
                <w:smallCaps w:val="0"/>
              </w:rPr>
              <w:t>, „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Resovia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 Sacra - Studia Teologiczno-Filozoficzne Diecezji Rzeszowskiej” 2007/2008, R 14/15, s. 319-337</w:t>
            </w:r>
          </w:p>
          <w:p w14:paraId="574DFBF2" w14:textId="77777777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Maroń</w:t>
            </w:r>
            <w:proofErr w:type="spellEnd"/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53619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Odwołania do szkół filozoficzno-prawnych w uzasadnieniach orzeczeń polskich sądów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, "Archiwum Filozofii Prawa i Filozofii Społecznej" 2020, nr 4, s. 65-79</w:t>
            </w:r>
          </w:p>
          <w:p w14:paraId="65C748EE" w14:textId="77777777" w:rsidR="00FB015E" w:rsidRPr="0053619C" w:rsidRDefault="00FB015E" w:rsidP="008220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Odwołania do filozofów w polskim orzecznictwie, </w:t>
            </w:r>
            <w:r w:rsidRPr="0053619C">
              <w:rPr>
                <w:rFonts w:ascii="Corbel" w:hAnsi="Corbel"/>
                <w:sz w:val="24"/>
                <w:szCs w:val="24"/>
              </w:rPr>
              <w:t>„Krytyka Prawa. Niezależne studia nad prawem” 2019, t. 11, nr 4, s. 262–280.</w:t>
            </w:r>
          </w:p>
          <w:p w14:paraId="2945C062" w14:textId="77777777" w:rsidR="00FB015E" w:rsidRPr="0053619C" w:rsidRDefault="00FB015E" w:rsidP="008220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>Odniesienia do popkultury w uzasadnieniach orzeczeń polskich sądów</w:t>
            </w:r>
            <w:r w:rsidRPr="0053619C">
              <w:rPr>
                <w:rFonts w:ascii="Corbel" w:hAnsi="Corbel"/>
                <w:sz w:val="24"/>
                <w:szCs w:val="24"/>
              </w:rPr>
              <w:t>, „Przegląd Prawa Publicznego” 2020, nr 5, s. 25-41.</w:t>
            </w:r>
          </w:p>
          <w:p w14:paraId="73F234FB" w14:textId="77777777" w:rsidR="00FB015E" w:rsidRPr="00517506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/>
                <w:sz w:val="20"/>
                <w:szCs w:val="20"/>
              </w:rPr>
              <w:t>G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>Odwołania biblijne w uzasadnieniach wyroków sądowych. Komparatystyczne studium orzecznictwa polskiego, czeskiego i irlandzkiego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, „Glosa - Prawo Gospodarcze w </w:t>
            </w:r>
            <w:r w:rsidRPr="00517506">
              <w:rPr>
                <w:rFonts w:ascii="Corbel" w:hAnsi="Corbel"/>
                <w:sz w:val="24"/>
                <w:szCs w:val="24"/>
              </w:rPr>
              <w:t xml:space="preserve">Orzeczeniach i Komentarzach” 2020, nr 1, </w:t>
            </w:r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s. 113-130</w:t>
            </w:r>
          </w:p>
          <w:p w14:paraId="4DD4141C" w14:textId="3852CCA6" w:rsidR="009F3BAA" w:rsidRPr="00517506" w:rsidRDefault="009F3BAA" w:rsidP="0082204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7506">
              <w:rPr>
                <w:rFonts w:ascii="Corbel" w:hAnsi="Corbel"/>
                <w:iCs/>
                <w:sz w:val="24"/>
                <w:szCs w:val="24"/>
              </w:rPr>
              <w:t xml:space="preserve">G. </w:t>
            </w:r>
            <w:proofErr w:type="spellStart"/>
            <w:r w:rsidRPr="00517506">
              <w:rPr>
                <w:rFonts w:ascii="Corbel" w:hAnsi="Corbel"/>
                <w:iCs/>
                <w:sz w:val="24"/>
                <w:szCs w:val="24"/>
              </w:rPr>
              <w:t>Maroń</w:t>
            </w:r>
            <w:proofErr w:type="spellEnd"/>
            <w:r w:rsidRPr="00517506">
              <w:rPr>
                <w:rFonts w:ascii="Corbel" w:hAnsi="Corbel"/>
                <w:iCs/>
                <w:color w:val="0000FF" w:themeColor="hyperlink"/>
                <w:sz w:val="24"/>
                <w:szCs w:val="24"/>
              </w:rPr>
              <w:t>,</w:t>
            </w:r>
            <w:r w:rsidRPr="00517506">
              <w:rPr>
                <w:rFonts w:ascii="Corbel" w:hAnsi="Corbel"/>
                <w:i/>
                <w:sz w:val="24"/>
                <w:szCs w:val="24"/>
              </w:rPr>
              <w:t xml:space="preserve"> Prawna regulacja mowy nienawiści (</w:t>
            </w:r>
            <w:proofErr w:type="spellStart"/>
            <w:r w:rsidRPr="00517506">
              <w:rPr>
                <w:rFonts w:ascii="Corbel" w:hAnsi="Corbel"/>
                <w:i/>
                <w:sz w:val="24"/>
                <w:szCs w:val="24"/>
              </w:rPr>
              <w:t>hate</w:t>
            </w:r>
            <w:proofErr w:type="spellEnd"/>
            <w:r w:rsidRPr="00517506">
              <w:rPr>
                <w:rFonts w:ascii="Corbel" w:hAnsi="Corbel"/>
                <w:i/>
                <w:sz w:val="24"/>
                <w:szCs w:val="24"/>
              </w:rPr>
              <w:t xml:space="preserve"> speech) w porządku prawnym Stanów Zjednoczonych. Analiza </w:t>
            </w:r>
            <w:proofErr w:type="spellStart"/>
            <w:r w:rsidRPr="00517506">
              <w:rPr>
                <w:rFonts w:ascii="Corbel" w:hAnsi="Corbel"/>
                <w:i/>
                <w:sz w:val="24"/>
                <w:szCs w:val="24"/>
              </w:rPr>
              <w:t>prawnoporównawcza</w:t>
            </w:r>
            <w:proofErr w:type="spellEnd"/>
            <w:r w:rsidRPr="00517506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517506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Wolność słowa. Współczesne wyzwania w perspektywie </w:t>
            </w:r>
            <w:proofErr w:type="spellStart"/>
            <w:r w:rsidRPr="00517506">
              <w:rPr>
                <w:rFonts w:ascii="Corbel" w:hAnsi="Corbel"/>
                <w:i/>
                <w:sz w:val="24"/>
                <w:szCs w:val="24"/>
                <w:lang w:eastAsia="pl-PL"/>
              </w:rPr>
              <w:t>prawnoporównawczej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, red. G. Blicharz, M.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Delijewski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, Warszawa 2019.</w:t>
            </w:r>
          </w:p>
          <w:p w14:paraId="4B804397" w14:textId="5EBD3C8B" w:rsidR="00B3356E" w:rsidRPr="00517506" w:rsidRDefault="00B3356E" w:rsidP="0082204A">
            <w:pPr>
              <w:pStyle w:val="Bezodstpw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Maroń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, Mowa nienawiści - ekstremizmem ona sama czy karanie za nią?</w:t>
            </w:r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Hate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 Speech -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Is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 It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Extremism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or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Is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Punishment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 for It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Extremism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?, „Przegląd Prawa Publicznego” 2024, nr 6, s. 67-84.</w:t>
            </w:r>
          </w:p>
          <w:p w14:paraId="425DB1C7" w14:textId="627FDA7A" w:rsidR="00B3356E" w:rsidRPr="00517506" w:rsidRDefault="00B3356E" w:rsidP="0082204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17506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17506">
              <w:rPr>
                <w:rFonts w:ascii="Corbel" w:hAnsi="Corbel"/>
                <w:sz w:val="24"/>
                <w:szCs w:val="24"/>
              </w:rPr>
              <w:t xml:space="preserve">, Szczęście (prawo do szczęścia) jako kategoria konstytucyjna – uwagi krytyczne na tle porównawczego studium konstytucji państw współczesnych, „Przegląd Prawa Konstytucyjnego” 2025, nr 1, s. 11-26. </w:t>
            </w:r>
          </w:p>
          <w:p w14:paraId="46528EAA" w14:textId="7FF8B7EA" w:rsidR="00B3356E" w:rsidRPr="00517506" w:rsidRDefault="00B3356E" w:rsidP="0082204A">
            <w:pPr>
              <w:pStyle w:val="Bezodstpw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Maroń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, Obywatelskie nieposłuszeństwo w świetle uzasadnień sądowych wyroków. Komparatystyczne studium orzeczni</w:t>
            </w:r>
            <w:r w:rsidR="00517506" w:rsidRPr="00517506">
              <w:rPr>
                <w:rFonts w:ascii="Corbel" w:hAnsi="Corbel"/>
                <w:sz w:val="24"/>
                <w:szCs w:val="24"/>
                <w:lang w:eastAsia="pl-PL"/>
              </w:rPr>
              <w:t>ctwa polskiego i amerykańskiego, „</w:t>
            </w:r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Prokuratura i Prawo</w:t>
            </w:r>
            <w:r w:rsidR="00517506" w:rsidRPr="00517506">
              <w:rPr>
                <w:rFonts w:ascii="Corbel" w:hAnsi="Corbel"/>
                <w:sz w:val="24"/>
                <w:szCs w:val="24"/>
                <w:lang w:eastAsia="pl-PL"/>
              </w:rPr>
              <w:t>”</w:t>
            </w:r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 2022</w:t>
            </w:r>
            <w:r w:rsidR="00517506"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, nr </w:t>
            </w:r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>7-8</w:t>
            </w:r>
            <w:r w:rsidR="00517506"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, s. </w:t>
            </w:r>
            <w:r w:rsidRPr="00517506">
              <w:rPr>
                <w:rFonts w:ascii="Corbel" w:hAnsi="Corbel"/>
                <w:sz w:val="24"/>
                <w:szCs w:val="24"/>
                <w:lang w:eastAsia="pl-PL"/>
              </w:rPr>
              <w:t xml:space="preserve">53-87 </w:t>
            </w:r>
          </w:p>
          <w:p w14:paraId="0B544F6A" w14:textId="65386AB6" w:rsidR="00FB015E" w:rsidRPr="0082204A" w:rsidRDefault="00517506" w:rsidP="0082204A">
            <w:pPr>
              <w:pStyle w:val="Bezodstpw"/>
              <w:spacing w:after="40"/>
              <w:rPr>
                <w:rFonts w:ascii="Corbel" w:hAnsi="Corbel"/>
              </w:rPr>
            </w:pPr>
            <w:r w:rsidRPr="00517506">
              <w:rPr>
                <w:rFonts w:ascii="Corbel" w:hAnsi="Corbel"/>
                <w:sz w:val="24"/>
                <w:szCs w:val="24"/>
                <w:lang w:val="en" w:eastAsia="pl-PL"/>
              </w:rPr>
              <w:t xml:space="preserve">G. Maroń, </w:t>
            </w:r>
            <w:r w:rsidRPr="00517506">
              <w:rPr>
                <w:rFonts w:ascii="Corbel" w:hAnsi="Corbel"/>
                <w:i/>
                <w:sz w:val="24"/>
                <w:szCs w:val="24"/>
                <w:lang w:val="en" w:eastAsia="pl-PL"/>
              </w:rPr>
              <w:t>The Right to Conscientious Objection as a Constitutional Category: Selected Issues. A Comparative Study of Fundamental Laws and Constitutional Courts’ Jurisprudence</w:t>
            </w:r>
            <w:r w:rsidRPr="00517506">
              <w:rPr>
                <w:rFonts w:ascii="Corbel" w:hAnsi="Corbel"/>
                <w:sz w:val="24"/>
                <w:szCs w:val="24"/>
                <w:lang w:val="en" w:eastAsia="pl-PL"/>
              </w:rPr>
              <w:t>, “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val="en" w:eastAsia="pl-PL"/>
              </w:rPr>
              <w:t>Przegląd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val="en" w:eastAsia="pl-PL"/>
              </w:rPr>
              <w:t xml:space="preserve"> Prawa </w:t>
            </w:r>
            <w:proofErr w:type="spellStart"/>
            <w:r w:rsidRPr="00517506">
              <w:rPr>
                <w:rFonts w:ascii="Corbel" w:hAnsi="Corbel"/>
                <w:sz w:val="24"/>
                <w:szCs w:val="24"/>
                <w:lang w:val="en" w:eastAsia="pl-PL"/>
              </w:rPr>
              <w:t>Konstytucyjnego</w:t>
            </w:r>
            <w:proofErr w:type="spellEnd"/>
            <w:r w:rsidRPr="00517506">
              <w:rPr>
                <w:rFonts w:ascii="Corbel" w:hAnsi="Corbel"/>
                <w:sz w:val="24"/>
                <w:szCs w:val="24"/>
                <w:lang w:val="en" w:eastAsia="pl-PL"/>
              </w:rPr>
              <w:t>” 2024, nr 2, s. 163-183</w:t>
            </w:r>
          </w:p>
        </w:tc>
      </w:tr>
      <w:tr w:rsidR="0085747A" w:rsidRPr="00B169DF" w14:paraId="4A80EC96" w14:textId="77777777" w:rsidTr="0082204A">
        <w:trPr>
          <w:trHeight w:val="418"/>
        </w:trPr>
        <w:tc>
          <w:tcPr>
            <w:tcW w:w="9319" w:type="dxa"/>
          </w:tcPr>
          <w:p w14:paraId="41978E74" w14:textId="77777777" w:rsidR="0085747A" w:rsidRPr="0082204A" w:rsidRDefault="0085747A" w:rsidP="0082204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2204A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14F2BD1" w14:textId="1B679D38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/>
              </w:rPr>
              <w:t xml:space="preserve">A. Dyrda </w:t>
            </w:r>
            <w:r w:rsidR="009F3BAA">
              <w:rPr>
                <w:rFonts w:ascii="Corbel" w:hAnsi="Corbel"/>
              </w:rPr>
              <w:t>(red.)</w:t>
            </w:r>
            <w:r w:rsidRPr="0053619C">
              <w:rPr>
                <w:rFonts w:ascii="Corbel" w:hAnsi="Corbel"/>
              </w:rPr>
              <w:t xml:space="preserve">, </w:t>
            </w:r>
            <w:r w:rsidRPr="0053619C">
              <w:rPr>
                <w:rFonts w:ascii="Corbel" w:hAnsi="Corbel"/>
                <w:i/>
              </w:rPr>
              <w:t>Teoria i filozofia prawa: repetytorium</w:t>
            </w:r>
            <w:r w:rsidRPr="0053619C">
              <w:rPr>
                <w:rFonts w:ascii="Corbel" w:hAnsi="Corbel"/>
              </w:rPr>
              <w:t>, Warszawa 20</w:t>
            </w:r>
            <w:r w:rsidR="009F3BAA">
              <w:rPr>
                <w:rFonts w:ascii="Corbel" w:hAnsi="Corbel"/>
              </w:rPr>
              <w:t>21.</w:t>
            </w:r>
          </w:p>
          <w:p w14:paraId="2550BA0F" w14:textId="77777777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A. Ko</w:t>
            </w:r>
            <w:r w:rsidRPr="0053619C">
              <w:rPr>
                <w:rFonts w:ascii="Corbel" w:eastAsia="Times New Roman" w:hAnsi="Corbel" w:cs="TT1D37Do00"/>
                <w:sz w:val="24"/>
                <w:szCs w:val="24"/>
                <w:lang w:eastAsia="pl-PL"/>
              </w:rPr>
              <w:t>ść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Podstawy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Lublin 2005.</w:t>
            </w:r>
          </w:p>
          <w:p w14:paraId="24FE8FB7" w14:textId="710734D3" w:rsidR="00FB015E" w:rsidRPr="0053619C" w:rsidRDefault="00FB015E" w:rsidP="0082204A">
            <w:pPr>
              <w:spacing w:after="0" w:line="240" w:lineRule="auto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A. Kotowski (red.), </w:t>
            </w:r>
            <w:r w:rsidRPr="0053619C">
              <w:rPr>
                <w:rFonts w:ascii="Corbel" w:hAnsi="Corbel"/>
                <w:i/>
              </w:rPr>
              <w:t>Wybrane zagadnienia teorii i filozofii prawa</w:t>
            </w:r>
            <w:r w:rsidRPr="0053619C">
              <w:rPr>
                <w:rFonts w:ascii="Corbel" w:hAnsi="Corbel"/>
              </w:rPr>
              <w:t xml:space="preserve">,  </w:t>
            </w:r>
            <w:r w:rsidRPr="0053619C">
              <w:rPr>
                <w:rFonts w:ascii="Corbel" w:hAnsi="Corbel"/>
              </w:rPr>
              <w:br/>
              <w:t>Warszawa 2021</w:t>
            </w:r>
            <w:r w:rsidR="009F3BAA">
              <w:rPr>
                <w:rFonts w:ascii="Corbel" w:hAnsi="Corbel"/>
              </w:rPr>
              <w:t>.</w:t>
            </w:r>
          </w:p>
          <w:p w14:paraId="54DC3725" w14:textId="77777777" w:rsidR="00FB015E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2005.</w:t>
            </w:r>
          </w:p>
          <w:p w14:paraId="420DF48C" w14:textId="42A9DE96" w:rsidR="009F3BAA" w:rsidRPr="0053619C" w:rsidRDefault="009F3BAA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9F3BAA">
              <w:rPr>
                <w:rFonts w:ascii="Corbel" w:eastAsia="Times New Roman" w:hAnsi="Corbel" w:cs="Times-Roman"/>
                <w:i/>
                <w:iCs/>
                <w:sz w:val="24"/>
                <w:szCs w:val="24"/>
                <w:lang w:eastAsia="pl-PL"/>
              </w:rPr>
              <w:t>Podstawy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Toruń 2014. </w:t>
            </w:r>
          </w:p>
          <w:p w14:paraId="1F3C7437" w14:textId="77777777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M. Paradowski</w:t>
            </w:r>
            <w:r w:rsidRPr="00537426">
              <w:rPr>
                <w:rFonts w:ascii="Corbel" w:eastAsia="Times New Roman" w:hAnsi="Corbel" w:cs="Times-Roman"/>
                <w:i/>
                <w:iCs/>
                <w:sz w:val="24"/>
                <w:szCs w:val="24"/>
                <w:lang w:eastAsia="pl-PL"/>
              </w:rPr>
              <w:t>, Zarys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71F2968F" w14:textId="77777777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Sarkowicz, J.</w:t>
            </w:r>
            <w:r w:rsidRPr="0053619C">
              <w:rPr>
                <w:rFonts w:ascii="Corbel" w:eastAsia="Times New Roman" w:hAnsi="Corbel" w:cs="Times-Roman"/>
                <w:szCs w:val="24"/>
                <w:lang w:eastAsia="pl-PL"/>
              </w:rPr>
              <w:t xml:space="preserve"> Stelmach, </w:t>
            </w:r>
            <w:r w:rsidRPr="0053619C">
              <w:rPr>
                <w:rFonts w:ascii="Corbel" w:eastAsia="Times New Roman" w:hAnsi="Corbel" w:cs="Times-Italic"/>
                <w:i/>
                <w:iCs/>
                <w:szCs w:val="24"/>
                <w:lang w:eastAsia="pl-PL"/>
              </w:rPr>
              <w:t>Filozofia prawa XIX i XX w</w:t>
            </w:r>
            <w:r w:rsidRPr="0053619C">
              <w:rPr>
                <w:rFonts w:ascii="Corbel" w:eastAsia="Times New Roman" w:hAnsi="Corbel" w:cs="Times-Roman"/>
                <w:szCs w:val="24"/>
                <w:lang w:eastAsia="pl-PL"/>
              </w:rPr>
              <w:t>., Kraków 1999.</w:t>
            </w:r>
          </w:p>
          <w:p w14:paraId="6D43196D" w14:textId="34AB836B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42335452" w14:textId="77777777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 (red.), </w:t>
            </w:r>
            <w:r w:rsidRPr="0053619C">
              <w:rPr>
                <w:rFonts w:ascii="Corbel" w:eastAsia="Times New Roman" w:hAnsi="Corbel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2010</w:t>
            </w:r>
          </w:p>
          <w:p w14:paraId="4636B304" w14:textId="77777777" w:rsidR="00FB015E" w:rsidRPr="0053619C" w:rsidRDefault="00FB015E" w:rsidP="0082204A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Tokarczyk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2009.</w:t>
            </w:r>
          </w:p>
          <w:p w14:paraId="3B7E8981" w14:textId="5C344DC4" w:rsidR="00FB015E" w:rsidRPr="0053619C" w:rsidRDefault="00FB015E" w:rsidP="0082204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Zirk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-Sadowski,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</w:t>
            </w:r>
            <w:r w:rsidR="009F3BAA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Warszawa 2021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.</w:t>
            </w:r>
          </w:p>
          <w:p w14:paraId="006DE6AB" w14:textId="428D379B" w:rsidR="00FB015E" w:rsidRPr="0053619C" w:rsidRDefault="00FB015E" w:rsidP="0082204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</w:t>
            </w:r>
            <w:r w:rsidR="00B3356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24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.</w:t>
            </w:r>
          </w:p>
          <w:p w14:paraId="1336E891" w14:textId="77777777" w:rsidR="00FB015E" w:rsidRPr="0053619C" w:rsidRDefault="00FB015E" w:rsidP="0082204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4596EFF9" w14:textId="4062BF54" w:rsidR="00FB015E" w:rsidRPr="0082204A" w:rsidRDefault="00FB015E" w:rsidP="0082204A">
            <w:pPr>
              <w:autoSpaceDE w:val="0"/>
              <w:autoSpaceDN w:val="0"/>
              <w:adjustRightInd w:val="0"/>
              <w:spacing w:after="4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K.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Zeidler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 2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2021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5207E" w14:textId="77777777" w:rsidR="001E2F81" w:rsidRDefault="001E2F81" w:rsidP="00C16ABF">
      <w:pPr>
        <w:spacing w:after="0" w:line="240" w:lineRule="auto"/>
      </w:pPr>
      <w:r>
        <w:separator/>
      </w:r>
    </w:p>
  </w:endnote>
  <w:endnote w:type="continuationSeparator" w:id="0">
    <w:p w14:paraId="23380955" w14:textId="77777777" w:rsidR="001E2F81" w:rsidRDefault="001E2F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FB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7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36325" w14:textId="77777777" w:rsidR="001E2F81" w:rsidRDefault="001E2F81" w:rsidP="00C16ABF">
      <w:pPr>
        <w:spacing w:after="0" w:line="240" w:lineRule="auto"/>
      </w:pPr>
      <w:r>
        <w:separator/>
      </w:r>
    </w:p>
  </w:footnote>
  <w:footnote w:type="continuationSeparator" w:id="0">
    <w:p w14:paraId="588B4D42" w14:textId="77777777" w:rsidR="001E2F81" w:rsidRDefault="001E2F81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EF2DF0"/>
    <w:multiLevelType w:val="hybridMultilevel"/>
    <w:tmpl w:val="F754D8CC"/>
    <w:lvl w:ilvl="0" w:tplc="81844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62C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D41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664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FC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60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54D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609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FEE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04985667">
    <w:abstractNumId w:val="0"/>
  </w:num>
  <w:num w:numId="2" w16cid:durableId="209330822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C78"/>
    <w:rsid w:val="00070ED6"/>
    <w:rsid w:val="000742DC"/>
    <w:rsid w:val="00084C12"/>
    <w:rsid w:val="0009462C"/>
    <w:rsid w:val="00094B12"/>
    <w:rsid w:val="00095022"/>
    <w:rsid w:val="00096C46"/>
    <w:rsid w:val="000A296F"/>
    <w:rsid w:val="000A2A28"/>
    <w:rsid w:val="000A3CDF"/>
    <w:rsid w:val="000B192D"/>
    <w:rsid w:val="000B28EE"/>
    <w:rsid w:val="000B3E37"/>
    <w:rsid w:val="000D04B0"/>
    <w:rsid w:val="000D0C24"/>
    <w:rsid w:val="000F1C57"/>
    <w:rsid w:val="000F5615"/>
    <w:rsid w:val="001045A1"/>
    <w:rsid w:val="001046B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209D"/>
    <w:rsid w:val="001A70D2"/>
    <w:rsid w:val="001D657B"/>
    <w:rsid w:val="001D7B54"/>
    <w:rsid w:val="001E0209"/>
    <w:rsid w:val="001E2F81"/>
    <w:rsid w:val="001F1051"/>
    <w:rsid w:val="001F2CA2"/>
    <w:rsid w:val="00200709"/>
    <w:rsid w:val="002144C0"/>
    <w:rsid w:val="0022477D"/>
    <w:rsid w:val="002278A9"/>
    <w:rsid w:val="002336F9"/>
    <w:rsid w:val="0024028F"/>
    <w:rsid w:val="00240425"/>
    <w:rsid w:val="00244ABC"/>
    <w:rsid w:val="00257EED"/>
    <w:rsid w:val="00281FF2"/>
    <w:rsid w:val="002857DE"/>
    <w:rsid w:val="00291567"/>
    <w:rsid w:val="002A22BF"/>
    <w:rsid w:val="002A2389"/>
    <w:rsid w:val="002A52C9"/>
    <w:rsid w:val="002A671D"/>
    <w:rsid w:val="002B4D55"/>
    <w:rsid w:val="002B5EA0"/>
    <w:rsid w:val="002B6119"/>
    <w:rsid w:val="002B7D9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117"/>
    <w:rsid w:val="00363F78"/>
    <w:rsid w:val="00396DE1"/>
    <w:rsid w:val="003A0A5B"/>
    <w:rsid w:val="003A1176"/>
    <w:rsid w:val="003A336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1C79"/>
    <w:rsid w:val="00513B6F"/>
    <w:rsid w:val="00517506"/>
    <w:rsid w:val="00517C63"/>
    <w:rsid w:val="005363C4"/>
    <w:rsid w:val="00536BDE"/>
    <w:rsid w:val="00543ACC"/>
    <w:rsid w:val="0056696D"/>
    <w:rsid w:val="0059484D"/>
    <w:rsid w:val="005A0855"/>
    <w:rsid w:val="005A2E55"/>
    <w:rsid w:val="005A3196"/>
    <w:rsid w:val="005C080F"/>
    <w:rsid w:val="005C55E5"/>
    <w:rsid w:val="005C696A"/>
    <w:rsid w:val="005D6784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835"/>
    <w:rsid w:val="006620D9"/>
    <w:rsid w:val="00671958"/>
    <w:rsid w:val="00675843"/>
    <w:rsid w:val="00696477"/>
    <w:rsid w:val="006D050F"/>
    <w:rsid w:val="006D6139"/>
    <w:rsid w:val="006D78E1"/>
    <w:rsid w:val="006E5D65"/>
    <w:rsid w:val="006F1282"/>
    <w:rsid w:val="006F1FBC"/>
    <w:rsid w:val="006F31E2"/>
    <w:rsid w:val="00706544"/>
    <w:rsid w:val="00706FD0"/>
    <w:rsid w:val="007072BA"/>
    <w:rsid w:val="0071620A"/>
    <w:rsid w:val="00722B2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C3B"/>
    <w:rsid w:val="007C3299"/>
    <w:rsid w:val="007C3BCC"/>
    <w:rsid w:val="007C4546"/>
    <w:rsid w:val="007D6E56"/>
    <w:rsid w:val="007F4155"/>
    <w:rsid w:val="0081554D"/>
    <w:rsid w:val="0081707E"/>
    <w:rsid w:val="0082204A"/>
    <w:rsid w:val="008449B3"/>
    <w:rsid w:val="00846855"/>
    <w:rsid w:val="008552A2"/>
    <w:rsid w:val="0085747A"/>
    <w:rsid w:val="00871E3C"/>
    <w:rsid w:val="00884922"/>
    <w:rsid w:val="00885F64"/>
    <w:rsid w:val="008917F9"/>
    <w:rsid w:val="008A45F7"/>
    <w:rsid w:val="008A6CA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9E1"/>
    <w:rsid w:val="008F6E29"/>
    <w:rsid w:val="00916188"/>
    <w:rsid w:val="00923D7D"/>
    <w:rsid w:val="0094011E"/>
    <w:rsid w:val="009508DF"/>
    <w:rsid w:val="00950DAC"/>
    <w:rsid w:val="00951AE3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BA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D9A"/>
    <w:rsid w:val="00AD66D6"/>
    <w:rsid w:val="00AE1160"/>
    <w:rsid w:val="00AE203C"/>
    <w:rsid w:val="00AE2E74"/>
    <w:rsid w:val="00AE57A3"/>
    <w:rsid w:val="00AE5FCB"/>
    <w:rsid w:val="00AF2C1E"/>
    <w:rsid w:val="00B0501D"/>
    <w:rsid w:val="00B06142"/>
    <w:rsid w:val="00B135B1"/>
    <w:rsid w:val="00B1435F"/>
    <w:rsid w:val="00B169DF"/>
    <w:rsid w:val="00B3130B"/>
    <w:rsid w:val="00B3356E"/>
    <w:rsid w:val="00B374F2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722"/>
    <w:rsid w:val="00C058B4"/>
    <w:rsid w:val="00C05F44"/>
    <w:rsid w:val="00C131B5"/>
    <w:rsid w:val="00C16ABF"/>
    <w:rsid w:val="00C170AE"/>
    <w:rsid w:val="00C26CB7"/>
    <w:rsid w:val="00C27A5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18B2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18D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55D2"/>
    <w:rsid w:val="00F974C1"/>
    <w:rsid w:val="00F974DA"/>
    <w:rsid w:val="00FA46E5"/>
    <w:rsid w:val="00FB015E"/>
    <w:rsid w:val="00FB7DBA"/>
    <w:rsid w:val="00FC1C25"/>
    <w:rsid w:val="00FC3F45"/>
    <w:rsid w:val="00FD503F"/>
    <w:rsid w:val="00FD739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2DB9FD45-282A-459B-9D7C-63DCA305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FB0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4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3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1C38C-566E-41C1-8542-6D8E91E4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2139</Words>
  <Characters>12836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2025-10-24T09:22:00Z</cp:lastPrinted>
  <dcterms:created xsi:type="dcterms:W3CDTF">2025-09-11T09:10:00Z</dcterms:created>
  <dcterms:modified xsi:type="dcterms:W3CDTF">2025-10-24T09:22:00Z</dcterms:modified>
</cp:coreProperties>
</file>